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06DD01" w14:textId="2B4C2D63" w:rsidR="00000000" w:rsidRDefault="008D5009" w:rsidP="0096204D">
      <w:pPr>
        <w:pStyle w:val="Footer"/>
        <w:ind w:left="4248"/>
        <w:rPr>
          <w:sz w:val="32"/>
        </w:rPr>
      </w:pPr>
      <w:r>
        <w:rPr>
          <w:noProof/>
          <w:sz w:val="40"/>
        </w:rPr>
        <w:drawing>
          <wp:anchor distT="0" distB="0" distL="114300" distR="1151890" simplePos="0" relativeHeight="251657728" behindDoc="1" locked="0" layoutInCell="1" allowOverlap="1" wp14:anchorId="17267DD5" wp14:editId="4C53F9C5">
            <wp:simplePos x="0" y="0"/>
            <wp:positionH relativeFrom="column">
              <wp:posOffset>-73660</wp:posOffset>
            </wp:positionH>
            <wp:positionV relativeFrom="paragraph">
              <wp:posOffset>-1905</wp:posOffset>
            </wp:positionV>
            <wp:extent cx="1524000" cy="14668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AE4016">
        <w:rPr>
          <w:sz w:val="40"/>
        </w:rPr>
        <w:t xml:space="preserve"> </w:t>
      </w:r>
      <w:r w:rsidR="00AE4016" w:rsidRPr="002060DF">
        <w:rPr>
          <w:color w:val="000099"/>
          <w:sz w:val="40"/>
        </w:rPr>
        <w:t>Buenas Nu</w:t>
      </w:r>
      <w:r w:rsidR="00AE4016" w:rsidRPr="002060DF">
        <w:rPr>
          <w:color w:val="000099"/>
          <w:sz w:val="40"/>
        </w:rPr>
        <w:t>e</w:t>
      </w:r>
      <w:r w:rsidR="00AE4016" w:rsidRPr="002060DF">
        <w:rPr>
          <w:color w:val="000099"/>
          <w:sz w:val="40"/>
        </w:rPr>
        <w:t>vas</w:t>
      </w:r>
      <w:r w:rsidR="00AE4016" w:rsidRPr="002060DF">
        <w:rPr>
          <w:color w:val="000099"/>
          <w:sz w:val="52"/>
        </w:rPr>
        <w:br/>
        <w:t xml:space="preserve">  </w:t>
      </w:r>
      <w:r w:rsidR="00AE4016" w:rsidRPr="002060DF">
        <w:rPr>
          <w:i/>
          <w:iCs/>
          <w:color w:val="000099"/>
          <w:sz w:val="28"/>
        </w:rPr>
        <w:t>de Jesús, con amor</w:t>
      </w:r>
      <w:r w:rsidR="00AE4016" w:rsidRPr="002060DF">
        <w:rPr>
          <w:color w:val="000099"/>
          <w:sz w:val="32"/>
        </w:rPr>
        <w:br/>
      </w:r>
      <w:r w:rsidR="00AE4016">
        <w:rPr>
          <w:sz w:val="32"/>
        </w:rPr>
        <w:t xml:space="preserve">     </w:t>
      </w:r>
      <w:r w:rsidR="00AE4016">
        <w:t>Guía de estudio nº 26</w:t>
      </w:r>
    </w:p>
    <w:p w14:paraId="695975EF" w14:textId="77777777" w:rsidR="00000000" w:rsidRDefault="00AE4016">
      <w:pPr>
        <w:ind w:left="4956"/>
      </w:pPr>
    </w:p>
    <w:p w14:paraId="280E345B" w14:textId="77777777" w:rsidR="00000000" w:rsidRDefault="00AE4016">
      <w:pPr>
        <w:pStyle w:val="Heading3"/>
        <w:jc w:val="center"/>
      </w:pPr>
    </w:p>
    <w:p w14:paraId="43FB5B6E" w14:textId="2FA67722" w:rsidR="00000000" w:rsidRDefault="0096204D">
      <w:pPr>
        <w:pStyle w:val="encab1EB"/>
      </w:pPr>
      <w:r>
        <w:t xml:space="preserve">                 </w:t>
      </w:r>
      <w:r w:rsidR="00AE4016" w:rsidRPr="002060DF">
        <w:rPr>
          <w:color w:val="000099"/>
        </w:rPr>
        <w:t>Dos movimientos: el verdadero y el falso</w:t>
      </w:r>
    </w:p>
    <w:p w14:paraId="1CEF52AB" w14:textId="6E7BC64D" w:rsidR="00000000" w:rsidRDefault="00AE4016">
      <w:pPr>
        <w:pStyle w:val="textoEB"/>
      </w:pPr>
      <w:r>
        <w:t>En el sermón profético, Jesús previno así a sus discípulos: “Vendrán muchos en mi no</w:t>
      </w:r>
      <w:r>
        <w:t>m</w:t>
      </w:r>
      <w:r>
        <w:t xml:space="preserve">bre, diciendo: ‘Yo soy el Cristo’; y a muchos engañarán” (Mateo </w:t>
      </w:r>
      <w:r>
        <w:t xml:space="preserve">24:5). Y añadió: “Porque se levantarán falsos </w:t>
      </w:r>
      <w:proofErr w:type="spellStart"/>
      <w:r>
        <w:t>Cristos</w:t>
      </w:r>
      <w:proofErr w:type="spellEnd"/>
      <w:r>
        <w:t xml:space="preserve"> y falsos profetas, y darán señales grandes y prod</w:t>
      </w:r>
      <w:r>
        <w:t>i</w:t>
      </w:r>
      <w:r>
        <w:t>gios; de tal manera que engañarán, si es posible, aun a los escogidos” (24). Esas palabras las pronu</w:t>
      </w:r>
      <w:r>
        <w:t>n</w:t>
      </w:r>
      <w:r>
        <w:t>ció en realidad para nosotros que vivimos en los ú</w:t>
      </w:r>
      <w:r>
        <w:t>ltimos días de la historia de esta tierra. El que Jesús nos advie</w:t>
      </w:r>
      <w:r>
        <w:t>r</w:t>
      </w:r>
      <w:r>
        <w:t>ta, en su amor, en contra de esos movimientos falsos, es evidencia de la realidad de un reaviv</w:t>
      </w:r>
      <w:r>
        <w:t>a</w:t>
      </w:r>
      <w:r>
        <w:t>miento verdadero. Si es grave confundir la falsa manifestación del Espíritu Santo y tomarla com</w:t>
      </w:r>
      <w:r>
        <w:t xml:space="preserve">o si fuese el artículo genuino, </w:t>
      </w:r>
      <w:proofErr w:type="spellStart"/>
      <w:r>
        <w:t>a</w:t>
      </w:r>
      <w:r w:rsidR="008934DE">
        <w:t>u</w:t>
      </w:r>
      <w:r>
        <w:t>n</w:t>
      </w:r>
      <w:proofErr w:type="spellEnd"/>
      <w:r>
        <w:t xml:space="preserve"> peor es rechazar al auténtico Espíritu Santo. Efectivamente, en el primer caso la situación es gr</w:t>
      </w:r>
      <w:r>
        <w:t>a</w:t>
      </w:r>
      <w:r>
        <w:t>ve, pero no desesperada, porque el Espíritu Santo aún puede llamarnos al arrepentimiento y ll</w:t>
      </w:r>
      <w:r>
        <w:t>e</w:t>
      </w:r>
      <w:r>
        <w:t xml:space="preserve">varnos a la verdad. Pero en </w:t>
      </w:r>
      <w:r>
        <w:t>el supuesto de que rechacemos al auténtico Espíritu Santo, ¿quién puede llevarnos al arrepentimiento, si es él, el que rechazamos, prec</w:t>
      </w:r>
      <w:r>
        <w:t>i</w:t>
      </w:r>
      <w:r>
        <w:t>samente el único capaz de ello? En la Biblia, Dios nos ha dado toda evidencia e indicación para que rec</w:t>
      </w:r>
      <w:r>
        <w:t>o</w:t>
      </w:r>
      <w:r>
        <w:t xml:space="preserve">nozcamos la voz </w:t>
      </w:r>
      <w:r>
        <w:t>del Buen Pastor</w:t>
      </w:r>
      <w:r>
        <w:t xml:space="preserve"> entre el ruido ensordecedor del mundo, y también entre la luz seductora de las falsas manifestaciones </w:t>
      </w:r>
      <w:proofErr w:type="spellStart"/>
      <w:r>
        <w:t>pseudo-cristianas</w:t>
      </w:r>
      <w:proofErr w:type="spellEnd"/>
      <w:r>
        <w:t>.</w:t>
      </w:r>
    </w:p>
    <w:p w14:paraId="24433D72" w14:textId="77777777" w:rsidR="00000000" w:rsidRDefault="00AE4016">
      <w:pPr>
        <w:pStyle w:val="preguntaEB"/>
      </w:pPr>
      <w:r>
        <w:t>1. ¿Qué prometió el profeta Joel para los últimos días? Hechos 2:16-18</w:t>
      </w:r>
    </w:p>
    <w:p w14:paraId="4298F14A" w14:textId="1D735D47" w:rsidR="00000000" w:rsidRDefault="00AE4016">
      <w:pPr>
        <w:pStyle w:val="textoEB"/>
      </w:pPr>
      <w:r>
        <w:t xml:space="preserve">RESPUESTA: “En los postreros días –dice Dios–, </w:t>
      </w:r>
      <w:r>
        <w:t>derramaré de mi __________ sobre _____ ______, y vuestros hijos y vuestras hijas ______________; vuestros jóvenes ______ __________ y vuestros ancianos ________ _______; y de cierto sobre mis siervos y sobre mis siervas, en aquellos días derramaré de mi __</w:t>
      </w:r>
      <w:r>
        <w:t>_______, y ______________</w:t>
      </w:r>
      <w:r>
        <w:t>”</w:t>
      </w:r>
    </w:p>
    <w:p w14:paraId="006D8A8A" w14:textId="6DCE3672" w:rsidR="00000000" w:rsidRDefault="00AE4016">
      <w:pPr>
        <w:pStyle w:val="NotaEB"/>
        <w:spacing w:line="216" w:lineRule="auto"/>
      </w:pPr>
      <w:r>
        <w:t>Nota: Estamos ahora viviendo en los últimos días, de forma que la promesa de ese don es para nuestro tiempo. No cabe un cumplimiento más pleno de todas las señales que ind</w:t>
      </w:r>
      <w:r>
        <w:t>i</w:t>
      </w:r>
      <w:r>
        <w:t>can la proximidad del fin</w:t>
      </w:r>
      <w:r>
        <w:t xml:space="preserve"> y de la segunda venida de Cri</w:t>
      </w:r>
      <w:r>
        <w:t>sto.</w:t>
      </w:r>
    </w:p>
    <w:p w14:paraId="05687DC5" w14:textId="77777777" w:rsidR="00000000" w:rsidRDefault="00AE4016">
      <w:pPr>
        <w:pStyle w:val="preguntaEB"/>
      </w:pPr>
      <w:r>
        <w:t>2. ¿Tendrá todo el mundo una oportunidad de oír el evangelio antes del fin? Mateo 24:14; Habacuc 2:14</w:t>
      </w:r>
    </w:p>
    <w:p w14:paraId="14AD936F" w14:textId="1B0BA276" w:rsidR="00000000" w:rsidRDefault="00AE4016">
      <w:pPr>
        <w:pStyle w:val="textoEB"/>
      </w:pPr>
      <w:r>
        <w:t>RESPUESTA: “Y será ___________ este evangelio del Reino en todo el _______, p</w:t>
      </w:r>
      <w:r>
        <w:t>a</w:t>
      </w:r>
      <w:r>
        <w:t>ra ____________ a todas las naciones, y entonces vendrá el fin</w:t>
      </w:r>
      <w:r>
        <w:t>”</w:t>
      </w:r>
    </w:p>
    <w:p w14:paraId="61FDD662" w14:textId="298B40B6" w:rsidR="00000000" w:rsidRDefault="00AE4016">
      <w:pPr>
        <w:pStyle w:val="NotaEB"/>
        <w:spacing w:line="216" w:lineRule="auto"/>
      </w:pPr>
      <w:r>
        <w:t xml:space="preserve">Nota: </w:t>
      </w:r>
      <w:r>
        <w:t>En Apocalipsis 14:6 leemos: “En medio del cielo vi volar otro ángel que tenía el evangelio eterno para predicarlo a los habitantes de la tierra, a toda nación, tribu, lengua y pueblo</w:t>
      </w:r>
      <w:r>
        <w:t>”</w:t>
      </w:r>
      <w:r w:rsidR="008934DE">
        <w:t>.</w:t>
      </w:r>
      <w:r>
        <w:t xml:space="preserve"> Es el mensaje final de advertencia y misericordia, dado amorosamente a </w:t>
      </w:r>
      <w:r>
        <w:t>un mu</w:t>
      </w:r>
      <w:r>
        <w:t>n</w:t>
      </w:r>
      <w:r>
        <w:t>do condenado a perecer.</w:t>
      </w:r>
    </w:p>
    <w:p w14:paraId="62164BFE" w14:textId="023A951F" w:rsidR="00000000" w:rsidRDefault="00AE4016">
      <w:pPr>
        <w:pStyle w:val="preguntaEB"/>
      </w:pPr>
      <w:r>
        <w:t>3. ¿Previó Jesús un movimiento que sería la falsificación del verdadero, en los últ</w:t>
      </w:r>
      <w:r>
        <w:t>i</w:t>
      </w:r>
      <w:r>
        <w:t>mos días? Mateo 24:4</w:t>
      </w:r>
      <w:r w:rsidR="008934DE">
        <w:t>-</w:t>
      </w:r>
      <w:r>
        <w:t>5, 11</w:t>
      </w:r>
      <w:r w:rsidR="008934DE">
        <w:t>-</w:t>
      </w:r>
      <w:r>
        <w:t>12 y 24</w:t>
      </w:r>
    </w:p>
    <w:p w14:paraId="0C6E2BE3" w14:textId="1C777C70" w:rsidR="00000000" w:rsidRDefault="00AE4016">
      <w:pPr>
        <w:pStyle w:val="textoEB"/>
      </w:pPr>
      <w:r>
        <w:lastRenderedPageBreak/>
        <w:t>RESPUESTA: “...vendrán muchos en mi nombre, diciendo: ‘___ ____ ___ _______’, y a muchos ___________</w:t>
      </w:r>
      <w:r>
        <w:t>”</w:t>
      </w:r>
    </w:p>
    <w:p w14:paraId="79966A6B" w14:textId="77777777" w:rsidR="00000000" w:rsidRDefault="00AE4016">
      <w:pPr>
        <w:pStyle w:val="preguntaEB"/>
      </w:pPr>
      <w:r>
        <w:t>4.</w:t>
      </w:r>
      <w:r>
        <w:t xml:space="preserve"> ¿Qué clase de Cristo presentarán esos falsos reavivamientos? 1 Juan 4:1-3</w:t>
      </w:r>
    </w:p>
    <w:p w14:paraId="1A7D8B9A" w14:textId="77777777" w:rsidR="00000000" w:rsidRDefault="00AE4016">
      <w:pPr>
        <w:pStyle w:val="textoEB"/>
      </w:pPr>
      <w:r>
        <w:t>RESPUESTA: No “confesarán” que Jesús vino verdaderamente “</w:t>
      </w:r>
      <w:r w:rsidRPr="008934DE">
        <w:rPr>
          <w:u w:val="single"/>
        </w:rPr>
        <w:t>__</w:t>
      </w:r>
      <w:r>
        <w:t>_</w:t>
      </w:r>
      <w:r w:rsidRPr="008934DE">
        <w:rPr>
          <w:u w:val="single"/>
        </w:rPr>
        <w:t xml:space="preserve"> ______</w:t>
      </w:r>
      <w:r>
        <w:t>”</w:t>
      </w:r>
    </w:p>
    <w:p w14:paraId="5D6148D1" w14:textId="0381A86C" w:rsidR="00000000" w:rsidRDefault="00AE4016">
      <w:pPr>
        <w:pStyle w:val="NotaEB"/>
        <w:spacing w:line="216" w:lineRule="auto"/>
      </w:pPr>
      <w:r>
        <w:t>Nota: Todo movimiento espiritual espurio contendrá algún error fundamental referente a la pers</w:t>
      </w:r>
      <w:r>
        <w:t>o</w:t>
      </w:r>
      <w:r>
        <w:t>na de Jesucristo</w:t>
      </w:r>
      <w:r>
        <w:t>. Satanás nunca fomentaría un movimiento que diese a conocer a Cristo tal como realmente es, porque eso sería poner fin a su obra de engaño. La creencia popular sobre la persona de Jesucristo sostiene qu</w:t>
      </w:r>
      <w:r w:rsidR="008B3E5E">
        <w:t>e</w:t>
      </w:r>
      <w:r>
        <w:t xml:space="preserve"> </w:t>
      </w:r>
      <w:r w:rsidR="008B3E5E">
        <w:t>é</w:t>
      </w:r>
      <w:r>
        <w:t>l no pudo haber pecado</w:t>
      </w:r>
      <w:r>
        <w:t xml:space="preserve"> </w:t>
      </w:r>
      <w:r w:rsidR="008B3E5E">
        <w:t>o bien</w:t>
      </w:r>
      <w:r>
        <w:t xml:space="preserve"> que no pudo ser tentado </w:t>
      </w:r>
      <w:r>
        <w:t>tal como lo somos nosotros. Ese movimiento, evidentemente, “no confi</w:t>
      </w:r>
      <w:r>
        <w:t>e</w:t>
      </w:r>
      <w:r>
        <w:t>sa que Jesucristo ha venido en carne</w:t>
      </w:r>
      <w:r>
        <w:t>”</w:t>
      </w:r>
      <w:r w:rsidR="008B3E5E">
        <w:t>.</w:t>
      </w:r>
      <w:r>
        <w:t xml:space="preserve"> A menos que comprendamos las palabras de Juan, estamos en peligro de formar parte de la multitud de movimientos que exclaman confi</w:t>
      </w:r>
      <w:r>
        <w:t>a</w:t>
      </w:r>
      <w:r>
        <w:t>damente: “¡Señor,</w:t>
      </w:r>
      <w:r>
        <w:t xml:space="preserve"> S</w:t>
      </w:r>
      <w:r>
        <w:t>e</w:t>
      </w:r>
      <w:r>
        <w:t>ñor!”, sin conocer realmente al verdadero Jesús.</w:t>
      </w:r>
    </w:p>
    <w:p w14:paraId="78336AC4" w14:textId="77777777" w:rsidR="00000000" w:rsidRDefault="00AE4016">
      <w:pPr>
        <w:pStyle w:val="preguntaEB"/>
      </w:pPr>
      <w:r>
        <w:t>5. ¿Qué clase de espíritu controlará finalmente los movimientos religiosos populares de los postreros días? Apocalipsis 18:1-3</w:t>
      </w:r>
    </w:p>
    <w:p w14:paraId="6793D02B" w14:textId="77777777" w:rsidR="00000000" w:rsidRDefault="00AE4016">
      <w:pPr>
        <w:pStyle w:val="textoEB"/>
      </w:pPr>
      <w:r>
        <w:t>RESPUESTA: “¡Ha ______, ha ______ la gran Babilonia! Se ha convertido en habi</w:t>
      </w:r>
      <w:r>
        <w:t>t</w:t>
      </w:r>
      <w:r>
        <w:t>a</w:t>
      </w:r>
      <w:r>
        <w:t>ción de __________, en guarida de todo _________ ________...”</w:t>
      </w:r>
    </w:p>
    <w:p w14:paraId="2CA60246" w14:textId="646E50D4" w:rsidR="00000000" w:rsidRDefault="00AE4016">
      <w:pPr>
        <w:pStyle w:val="NotaEB"/>
        <w:spacing w:line="216" w:lineRule="auto"/>
      </w:pPr>
      <w:r>
        <w:t>Nota: Babilonia significa confusión y es un símbolo para representar a las iglesias que una vez disfrutaron de la auténtica presencia del Espíritu Santo, para caer después m</w:t>
      </w:r>
      <w:r>
        <w:t>e</w:t>
      </w:r>
      <w:r>
        <w:t>dia</w:t>
      </w:r>
      <w:r>
        <w:t>n</w:t>
      </w:r>
      <w:r>
        <w:t xml:space="preserve">te el rechazo </w:t>
      </w:r>
      <w:r>
        <w:t>de la verdad. “Babilonia” no se refiere simplemente a una iglesia; está constituida por una “madre” y sus “hijas” (Apocalipsis 17:1-5). En la profecía, una m</w:t>
      </w:r>
      <w:r>
        <w:t>u</w:t>
      </w:r>
      <w:r>
        <w:t>jer simb</w:t>
      </w:r>
      <w:r>
        <w:t>o</w:t>
      </w:r>
      <w:r>
        <w:t xml:space="preserve">liza una iglesia (2 Corintios 11:2; Jeremías 6:2; Apocalipsis 12:1 y 17). Una mujer pura </w:t>
      </w:r>
      <w:r>
        <w:t>representa a la verdadera iglesia, y una mujer caída representa a la iglesia que quedó pr</w:t>
      </w:r>
      <w:r>
        <w:t>i</w:t>
      </w:r>
      <w:r>
        <w:t>vada del Espíritu Santo. La profecía de Apocalipsis 18 señala un tiempo en el que las igl</w:t>
      </w:r>
      <w:r>
        <w:t>e</w:t>
      </w:r>
      <w:r>
        <w:t xml:space="preserve">sias que rechazan aceptar la verdad de la palabra de Dios vienen a resultar </w:t>
      </w:r>
      <w:r>
        <w:t>tan terriblemente engañadas, que aceptan una falsificación del Espíritu Santo y se const</w:t>
      </w:r>
      <w:r>
        <w:t>i</w:t>
      </w:r>
      <w:r>
        <w:t>tuyen en “habit</w:t>
      </w:r>
      <w:r>
        <w:t>a</w:t>
      </w:r>
      <w:r>
        <w:t>ción de demonios”, mientras que imaginan estar recibiendo el auténtico Espíritu Santo. ¡</w:t>
      </w:r>
      <w:r w:rsidR="00726E37">
        <w:t>Es imperativo que conozcamos</w:t>
      </w:r>
      <w:r>
        <w:t xml:space="preserve"> la verdad!</w:t>
      </w:r>
    </w:p>
    <w:p w14:paraId="77B20C8C" w14:textId="7E86EF20" w:rsidR="00000000" w:rsidRDefault="00AE4016">
      <w:pPr>
        <w:pStyle w:val="preguntaEB"/>
      </w:pPr>
      <w:r>
        <w:t>6. ¿En qué ocasión sucedió que much</w:t>
      </w:r>
      <w:r>
        <w:t>as personas religiosas acudieron a la “iglesia” en vano? Mateo 23:37</w:t>
      </w:r>
      <w:r w:rsidR="00726E37">
        <w:t>-</w:t>
      </w:r>
      <w:r>
        <w:t>38</w:t>
      </w:r>
    </w:p>
    <w:p w14:paraId="04983DE4" w14:textId="1662F67C" w:rsidR="00000000" w:rsidRDefault="00AE4016">
      <w:pPr>
        <w:pStyle w:val="textoEB"/>
      </w:pPr>
      <w:r>
        <w:t xml:space="preserve">RESPUESTA: Jesús dijo a </w:t>
      </w:r>
      <w:r w:rsidR="00726E37">
        <w:t>quienes</w:t>
      </w:r>
      <w:r>
        <w:t xml:space="preserve"> lo rechazaron: “Vuestra casa ___ ___ _______ __________</w:t>
      </w:r>
      <w:r>
        <w:t>”</w:t>
      </w:r>
    </w:p>
    <w:p w14:paraId="5F8AFE03" w14:textId="77777777" w:rsidR="00000000" w:rsidRDefault="00AE4016">
      <w:pPr>
        <w:pStyle w:val="preguntaEB"/>
      </w:pPr>
      <w:r>
        <w:t>7. Lee los versículos 6 y 7 de Apocalipsis 14. ¿Cuál es el centro del mensaje de ese pr</w:t>
      </w:r>
      <w:r>
        <w:t>imer ángel? ¿Cuán ampliamente ha de ser predicado?</w:t>
      </w:r>
    </w:p>
    <w:p w14:paraId="723F9D0B" w14:textId="77777777" w:rsidR="00000000" w:rsidRDefault="00AE4016">
      <w:pPr>
        <w:pStyle w:val="textoEB"/>
      </w:pPr>
      <w:r>
        <w:t>RESPUESTA: Ese “ángel” tiene “el ___________ eterno para predicarlo a los habita</w:t>
      </w:r>
      <w:r>
        <w:t>n</w:t>
      </w:r>
      <w:r>
        <w:t>tes de la tierra, a toda _______, ______, _______ y _______...”</w:t>
      </w:r>
    </w:p>
    <w:p w14:paraId="0D7894AD" w14:textId="481E8E2B" w:rsidR="00000000" w:rsidRDefault="00AE4016">
      <w:pPr>
        <w:pStyle w:val="NotaEB"/>
        <w:spacing w:line="216" w:lineRule="auto"/>
      </w:pPr>
      <w:r>
        <w:t>Nota: Se trata del último mensaje al planeta tierra. Tiene e</w:t>
      </w:r>
      <w:r>
        <w:t xml:space="preserve">l mayor alcance imaginable. No se trata de un mensaje nuevo, sino del evangelio eterno, </w:t>
      </w:r>
      <w:r w:rsidR="006158D7">
        <w:t>es decir</w:t>
      </w:r>
      <w:r>
        <w:t>, del mismo evangelio que Jesús enseñó. Es una recuperación de todas las verdades perdidas del mensaje orig</w:t>
      </w:r>
      <w:r>
        <w:t>i</w:t>
      </w:r>
      <w:r>
        <w:t>nal que Dios ha querido siempre que el mundo oyera.</w:t>
      </w:r>
    </w:p>
    <w:p w14:paraId="65EC770E" w14:textId="1561DD32" w:rsidR="00000000" w:rsidRDefault="00AE4016">
      <w:pPr>
        <w:pStyle w:val="preguntaEB"/>
      </w:pPr>
      <w:r>
        <w:t>8</w:t>
      </w:r>
      <w:r>
        <w:t xml:space="preserve">. Observa que ese mensaje llama a las personas a adorar al Señor, </w:t>
      </w:r>
      <w:r w:rsidR="00AF7255">
        <w:t>por ser el</w:t>
      </w:r>
      <w:r>
        <w:t xml:space="preserve"> Creador del cielo y la tierra (Apocalipsis 14:7). Si es Señor de tu vida y lo aceptas verdaderamente como Creador, ¿qué harás? Relaciona Apocalipsis 14:7 con Éxodo 20:8-11</w:t>
      </w:r>
    </w:p>
    <w:p w14:paraId="3BA0357E" w14:textId="666F7B16" w:rsidR="00000000" w:rsidRDefault="00AE4016">
      <w:pPr>
        <w:pStyle w:val="textoEB"/>
      </w:pPr>
      <w:r>
        <w:t>TU RESPUESTA: __________________________________________</w:t>
      </w:r>
    </w:p>
    <w:p w14:paraId="0C3101B6" w14:textId="77777777" w:rsidR="00000000" w:rsidRDefault="00AE4016">
      <w:pPr>
        <w:pStyle w:val="preguntaEB"/>
      </w:pPr>
      <w:r>
        <w:lastRenderedPageBreak/>
        <w:t>9. Isaías describe una característica remarcable en los que siguen al Señor en los últimos d</w:t>
      </w:r>
      <w:r>
        <w:t>í</w:t>
      </w:r>
      <w:r>
        <w:t>as. ¿A quién se describe como bienaventurado? Isaías 56:1-7</w:t>
      </w:r>
    </w:p>
    <w:p w14:paraId="4F1B5BEA" w14:textId="5DD1F679" w:rsidR="00000000" w:rsidRDefault="00AE4016">
      <w:pPr>
        <w:pStyle w:val="textoEB"/>
      </w:pPr>
      <w:r>
        <w:t xml:space="preserve">RESPUESTA: “Bienaventurado el hombre que... </w:t>
      </w:r>
      <w:r>
        <w:t>guarda el _______ para no pr</w:t>
      </w:r>
      <w:r>
        <w:t>o</w:t>
      </w:r>
      <w:r>
        <w:t>fanarlo...”</w:t>
      </w:r>
    </w:p>
    <w:p w14:paraId="67A1EDB5" w14:textId="77777777" w:rsidR="00000000" w:rsidRDefault="00AE4016">
      <w:pPr>
        <w:pStyle w:val="preguntaEB"/>
      </w:pPr>
      <w:r>
        <w:t>10. Cuando una iglesia conoce la verdad y, no obstante, se aferra a “mandamientos de hombres”, ¿cómo la considera Dios? Mateo 15:9</w:t>
      </w:r>
    </w:p>
    <w:p w14:paraId="4A292074" w14:textId="77777777" w:rsidR="00000000" w:rsidRDefault="00AE4016">
      <w:pPr>
        <w:pStyle w:val="textoEB"/>
      </w:pPr>
      <w:r>
        <w:t>RESPUESTA: “___ _____ me honran...”</w:t>
      </w:r>
    </w:p>
    <w:p w14:paraId="26CEEAF8" w14:textId="77777777" w:rsidR="00000000" w:rsidRDefault="00AE4016">
      <w:pPr>
        <w:pStyle w:val="preguntaEB"/>
      </w:pPr>
      <w:r>
        <w:t xml:space="preserve">11. ¿Qué dice el Señor que le ha sucedido </w:t>
      </w:r>
      <w:r>
        <w:t>realmente a una iglesia tal? Apocalipsis 14:8 (es el mensaje del segundo ángel)</w:t>
      </w:r>
    </w:p>
    <w:p w14:paraId="6B18E3FD" w14:textId="4720A205" w:rsidR="00000000" w:rsidRDefault="00AE4016">
      <w:pPr>
        <w:pStyle w:val="textoEB"/>
        <w:ind w:left="284"/>
      </w:pPr>
      <w:r>
        <w:t>RESPUESTA: “Ha ______, ha ______ Babilonia, la gran ciudad, porque ha hecho beber a todas las naciones del vino del furor de su fornicación</w:t>
      </w:r>
      <w:r>
        <w:t>”</w:t>
      </w:r>
      <w:r w:rsidR="00AF7255">
        <w:t>.</w:t>
      </w:r>
    </w:p>
    <w:p w14:paraId="34EF4E15" w14:textId="7E91619B" w:rsidR="00000000" w:rsidRDefault="00AE4016">
      <w:pPr>
        <w:pStyle w:val="NotaEB"/>
        <w:spacing w:line="216" w:lineRule="auto"/>
      </w:pPr>
      <w:r>
        <w:t xml:space="preserve">Nota: A una iglesia tal le sucede </w:t>
      </w:r>
      <w:r>
        <w:t>lo mismo que aconteció al templo judío cuando Cri</w:t>
      </w:r>
      <w:r>
        <w:t>s</w:t>
      </w:r>
      <w:r>
        <w:t>to declaró: “Vuestra casa os es dejada desierta</w:t>
      </w:r>
      <w:r>
        <w:t>”</w:t>
      </w:r>
      <w:r w:rsidR="00AF7255">
        <w:t>.</w:t>
      </w:r>
      <w:r>
        <w:t xml:space="preserve"> Cuando el verdadero Espíritu Santo inte</w:t>
      </w:r>
      <w:r>
        <w:t>n</w:t>
      </w:r>
      <w:r>
        <w:t>sifica su acción debido a la desobediencia de los guías espirituales y del pueblo, podemos esperar la entrada en acc</w:t>
      </w:r>
      <w:r>
        <w:t xml:space="preserve">ión de un falso </w:t>
      </w:r>
      <w:r>
        <w:t>espíritu santo</w:t>
      </w:r>
      <w:r>
        <w:t>.</w:t>
      </w:r>
    </w:p>
    <w:p w14:paraId="5B934821" w14:textId="0406C2FF" w:rsidR="00000000" w:rsidRDefault="00AE4016">
      <w:pPr>
        <w:pStyle w:val="NotaEB"/>
        <w:spacing w:line="216" w:lineRule="auto"/>
      </w:pPr>
      <w:r>
        <w:t>Finalmente se cumplirá en su plenitud Apocalipsis 18:1</w:t>
      </w:r>
      <w:r w:rsidR="00AF7255">
        <w:t>-</w:t>
      </w:r>
      <w:r>
        <w:t>2. Tendrá lugar una falsific</w:t>
      </w:r>
      <w:r>
        <w:t>a</w:t>
      </w:r>
      <w:r>
        <w:t>ción del evangelio, y las personas imaginarán que son salvas, cuando en realidad est</w:t>
      </w:r>
      <w:r>
        <w:t>a</w:t>
      </w:r>
      <w:r>
        <w:t>rán listas para recibir “la marca de la bestia”. La</w:t>
      </w:r>
      <w:r>
        <w:t xml:space="preserve"> oposición a la ley de Dios equivale a op</w:t>
      </w:r>
      <w:r>
        <w:t>o</w:t>
      </w:r>
      <w:r>
        <w:t>sición a Cristo mismo (Mateo 5:17</w:t>
      </w:r>
      <w:r w:rsidR="00FA52E3">
        <w:t>-</w:t>
      </w:r>
      <w:r>
        <w:t>18; Salmo 40:7</w:t>
      </w:r>
      <w:r w:rsidR="00FA52E3">
        <w:t>-</w:t>
      </w:r>
      <w:r>
        <w:t>8).</w:t>
      </w:r>
    </w:p>
    <w:p w14:paraId="3C430549" w14:textId="77777777" w:rsidR="00000000" w:rsidRDefault="00AE4016">
      <w:pPr>
        <w:pStyle w:val="preguntaEB"/>
      </w:pPr>
      <w:r>
        <w:t>12. Es necesario recordar que hay muchas personas sinceras en la Babilonia espir</w:t>
      </w:r>
      <w:r>
        <w:t>i</w:t>
      </w:r>
      <w:r>
        <w:t>tual, que no ven aún la verdad claramente. Mientras no les fue posible conoc</w:t>
      </w:r>
      <w:r>
        <w:t>er la ve</w:t>
      </w:r>
      <w:r>
        <w:t>r</w:t>
      </w:r>
      <w:r>
        <w:t>dad, Dios excusó su ignorancia (Hechos 17:30). Pero cuando alguien conoce la verdad y la desprecia, ¿qué posición ocupa ante el Señor? Proverbios 28:9</w:t>
      </w:r>
    </w:p>
    <w:p w14:paraId="722E9F8D" w14:textId="2FA1457A" w:rsidR="00000000" w:rsidRDefault="00AE4016">
      <w:pPr>
        <w:pStyle w:val="textoEB"/>
        <w:ind w:left="284"/>
      </w:pPr>
      <w:r>
        <w:t>RESPUESTA: “Incluso la oración le es ____________ al que aparta su oído para no escuchar la ____</w:t>
      </w:r>
      <w:r>
        <w:t>”</w:t>
      </w:r>
    </w:p>
    <w:p w14:paraId="01ABE2DB" w14:textId="4E39D33E" w:rsidR="00000000" w:rsidRDefault="00AE4016">
      <w:pPr>
        <w:pStyle w:val="preguntaEB"/>
      </w:pPr>
      <w:r>
        <w:t>13. ¿Dónde está ahora Jesús</w:t>
      </w:r>
      <w:r>
        <w:t xml:space="preserve"> y qué está haciendo? Lee atentamente estos cuatro te</w:t>
      </w:r>
      <w:r>
        <w:t>x</w:t>
      </w:r>
      <w:r>
        <w:t>tos, viendo la relación que tienen entre sí: Hebreos 8:1</w:t>
      </w:r>
      <w:r w:rsidR="008755DC">
        <w:t>-</w:t>
      </w:r>
      <w:r>
        <w:t xml:space="preserve">2 y 7:25; Apocalipsis 11:19; Apocalipsis 14:12 </w:t>
      </w:r>
      <w:r w:rsidRPr="008755DC">
        <w:rPr>
          <w:b w:val="0"/>
          <w:bCs w:val="0"/>
        </w:rPr>
        <w:t>(que representa el fruto del mensaje de “los tres ángeles”).</w:t>
      </w:r>
    </w:p>
    <w:p w14:paraId="3A2A9E23" w14:textId="44AE7755" w:rsidR="00000000" w:rsidRDefault="00AE4016">
      <w:pPr>
        <w:pStyle w:val="textoEB"/>
        <w:ind w:left="284"/>
      </w:pPr>
      <w:r>
        <w:t>RESPU</w:t>
      </w:r>
      <w:r>
        <w:t>ESTA: Como nuestro gran Sumo Sacerdote en el santuario celestial, Jesús está preparando un pueblo para su segunda venida. Está en la última fase de su obra sacerdotal, simbolizada por ese templo abierto en el cielo</w:t>
      </w:r>
      <w:r>
        <w:t xml:space="preserve"> que deja ver el arca del te</w:t>
      </w:r>
      <w:r>
        <w:t>s</w:t>
      </w:r>
      <w:r>
        <w:t>tamento. Seg</w:t>
      </w:r>
      <w:r>
        <w:t>ún el último de los versículos citados, los que siguen a Jesús por la fe, “guardan los _____________ de Dios, y la ___ ___ _______</w:t>
      </w:r>
      <w:r>
        <w:t>”</w:t>
      </w:r>
    </w:p>
    <w:p w14:paraId="10016F80" w14:textId="77777777" w:rsidR="00000000" w:rsidRDefault="00AE4016">
      <w:pPr>
        <w:pStyle w:val="NotaEB"/>
        <w:spacing w:line="216" w:lineRule="auto"/>
      </w:pPr>
      <w:r>
        <w:t>Nota: Según el libro de Hebreos, la única forma en la que podemos realmente ac</w:t>
      </w:r>
      <w:r>
        <w:t>u</w:t>
      </w:r>
      <w:r>
        <w:t>dir a Jesús, es allegándonos a él en tanto e</w:t>
      </w:r>
      <w:r>
        <w:t>n cuanto Sumo Sacerdote que puede “salvar perp</w:t>
      </w:r>
      <w:r>
        <w:t>e</w:t>
      </w:r>
      <w:r>
        <w:t>tuamente”. En otras palabras. Cristo nunca hace las cosas a medias. Espera que le demos toda nuestra vida. Hemos de permitirle que él limpie nuestros corazones de toda traza de amor al yo y desobediencia. El v</w:t>
      </w:r>
      <w:r>
        <w:t>erdadero amor no consiste en “volar” en un viaje em</w:t>
      </w:r>
      <w:r>
        <w:t>o</w:t>
      </w:r>
      <w:r>
        <w:t>cional efímero, sino en el cumplimiento de la ley según una nueva vida tran</w:t>
      </w:r>
      <w:r>
        <w:t>s</w:t>
      </w:r>
      <w:r>
        <w:t>formada a semejanza de la de Cristo. Eso incluye la observancia del sábado. El reavivamiento g</w:t>
      </w:r>
      <w:r>
        <w:t>e</w:t>
      </w:r>
      <w:r>
        <w:t>nuino que culminará en la prepara</w:t>
      </w:r>
      <w:r>
        <w:t>ción de un pueblo para la próxima ven</w:t>
      </w:r>
      <w:r>
        <w:t>i</w:t>
      </w:r>
      <w:r>
        <w:t>da de Jesús, incluirá la observancia del sábado.</w:t>
      </w:r>
    </w:p>
    <w:p w14:paraId="221F3042" w14:textId="1D58B6FB" w:rsidR="00000000" w:rsidRDefault="00AE4016">
      <w:pPr>
        <w:pStyle w:val="preguntaEB"/>
      </w:pPr>
      <w:r>
        <w:lastRenderedPageBreak/>
        <w:t xml:space="preserve">14. Según la idea que te has ido haciendo del conflicto final entre Cristo y Satanás, ¿cómo ves tu situación personal ante ese escenario? ¿Comprendes la forma en </w:t>
      </w:r>
      <w:r>
        <w:t xml:space="preserve">que </w:t>
      </w:r>
      <w:r>
        <w:t>el Espíritu Santo te está atrayendo y fortaleciendo</w:t>
      </w:r>
      <w:r>
        <w:t xml:space="preserve"> a fin de que puedas triunfar con Cri</w:t>
      </w:r>
      <w:r>
        <w:t>s</w:t>
      </w:r>
      <w:r>
        <w:t>to? Lee Juan 6:37, 40</w:t>
      </w:r>
      <w:r w:rsidR="00A06105">
        <w:t xml:space="preserve"> y </w:t>
      </w:r>
      <w:r>
        <w:t>44</w:t>
      </w:r>
      <w:r w:rsidR="00A06105">
        <w:t>-</w:t>
      </w:r>
      <w:r>
        <w:t>45.</w:t>
      </w:r>
    </w:p>
    <w:p w14:paraId="218B14A4" w14:textId="77777777" w:rsidR="00000000" w:rsidRDefault="00AE4016">
      <w:pPr>
        <w:pStyle w:val="textoEB"/>
        <w:ind w:left="284"/>
      </w:pPr>
      <w:r>
        <w:t>RESPUESTA:</w:t>
      </w:r>
    </w:p>
    <w:p w14:paraId="6FA3A80C" w14:textId="77777777" w:rsidR="00000000" w:rsidRDefault="00AE4016">
      <w:pPr>
        <w:pStyle w:val="textoEB"/>
        <w:ind w:left="284"/>
      </w:pPr>
      <w:r>
        <w:t>(1) “Todo lo que el Padre me da, _______ __ ___...”</w:t>
      </w:r>
    </w:p>
    <w:p w14:paraId="7472D7B5" w14:textId="77777777" w:rsidR="00000000" w:rsidRDefault="00AE4016">
      <w:pPr>
        <w:pStyle w:val="textoEB"/>
        <w:ind w:left="284"/>
      </w:pPr>
      <w:r>
        <w:t>(2) “...que todo aquel que ___ ___ _____ y _____ en él tenga vida etern</w:t>
      </w:r>
      <w:r>
        <w:t>a...”</w:t>
      </w:r>
    </w:p>
    <w:p w14:paraId="74CA24A0" w14:textId="77777777" w:rsidR="00000000" w:rsidRDefault="00AE4016">
      <w:pPr>
        <w:pStyle w:val="textoEB"/>
        <w:ind w:left="284"/>
      </w:pPr>
      <w:r>
        <w:t>(3) “Nadie puede ______ __ ___, si el Padre, que me envió, no lo ______...”</w:t>
      </w:r>
    </w:p>
    <w:p w14:paraId="09EC014B" w14:textId="6F707B05" w:rsidR="00000000" w:rsidRDefault="00AE4016">
      <w:pPr>
        <w:pStyle w:val="textoEB"/>
        <w:ind w:left="284"/>
      </w:pPr>
      <w:r>
        <w:t>(4) “Y todos serán ___________ por Dios. Así que todo aquel que ____ ___ _______ y aprende de él, viene __ ___</w:t>
      </w:r>
      <w:r>
        <w:t>”</w:t>
      </w:r>
    </w:p>
    <w:p w14:paraId="3DFA54C4" w14:textId="1973B2A5" w:rsidR="00000000" w:rsidRDefault="00AE4016">
      <w:pPr>
        <w:pStyle w:val="NotaEB"/>
        <w:spacing w:line="216" w:lineRule="auto"/>
      </w:pPr>
      <w:r>
        <w:t xml:space="preserve">Nota: El Espíritu Santo es enviado a todo aquel que cree las </w:t>
      </w:r>
      <w:r>
        <w:t>buenas nuevas. Jesús prom</w:t>
      </w:r>
      <w:r>
        <w:t>e</w:t>
      </w:r>
      <w:r>
        <w:t>tió: “Yo rogaré al Padre y os dará otro Consolador, para que esté con vosotros para siempre: el Espíritu de verdad, al cual el mundo no puede recibir, porque no lo ve ni lo conoce; pero vosotros lo conocéis, porque vive con vosotr</w:t>
      </w:r>
      <w:r>
        <w:t>os y estará en vos</w:t>
      </w:r>
      <w:r>
        <w:t>o</w:t>
      </w:r>
      <w:r>
        <w:t>tros” (Juan 14:16</w:t>
      </w:r>
      <w:r w:rsidR="00AF288A">
        <w:t>-</w:t>
      </w:r>
      <w:r>
        <w:t>17). Es él quien te recuerda constantemente aquello que necesitas saber, y te muestra el camino verdadero. Tiene tanta paciencia y perseverancia contigo como si fueses la única persona que hubiese de cuidar en toda la</w:t>
      </w:r>
      <w:r>
        <w:t xml:space="preserve"> tierra. “El Consolador, el Espír</w:t>
      </w:r>
      <w:r>
        <w:t>i</w:t>
      </w:r>
      <w:r>
        <w:t>tu Santo, a quien el Padre enviará en mi nombre, él os enseñará todas las cosas y os r</w:t>
      </w:r>
      <w:r>
        <w:t>e</w:t>
      </w:r>
      <w:r>
        <w:t>cordará todo lo que yo os he dicho” (Juan 14:26). ¿Cómo podrías extraviarte con una ayuda como esa? Únicamente si no le permites que te</w:t>
      </w:r>
      <w:r>
        <w:t xml:space="preserve"> ayude. Supón que alguien comete errores</w:t>
      </w:r>
      <w:r>
        <w:t xml:space="preserve"> después de haber tomado la decisión de seguir a Cristo. ¿Qué hace e</w:t>
      </w:r>
      <w:r>
        <w:t>n</w:t>
      </w:r>
      <w:r>
        <w:t>tonces el Espíritu Santo? Da el don del arrepentimiento. Ese es un don más valioso que todo cuanto quepa imaginar, puesto que es lo único que perm</w:t>
      </w:r>
      <w:r>
        <w:t>ite que escapemos de esa prisión interior que tanto detestamos. Con él recibimos un aborrecimiento sobrenatural hacia el pecado</w:t>
      </w:r>
      <w:r>
        <w:t xml:space="preserve"> y un amor correspondiente hacia la justicia. Aceptándolo de todo c</w:t>
      </w:r>
      <w:r>
        <w:t>o</w:t>
      </w:r>
      <w:r>
        <w:t>razón</w:t>
      </w:r>
      <w:r>
        <w:t xml:space="preserve"> se produce un cambio en la vida. No se trata de nuest</w:t>
      </w:r>
      <w:r>
        <w:t>ra obra, sino de la obra del Espíritu Santo en nos</w:t>
      </w:r>
      <w:r>
        <w:t>o</w:t>
      </w:r>
      <w:r>
        <w:t>tros. Permítele que la efectúe en ti, permítele que te otorgue ese don. Con tu consentimie</w:t>
      </w:r>
      <w:r>
        <w:t>n</w:t>
      </w:r>
      <w:r>
        <w:t>to</w:t>
      </w:r>
      <w:r>
        <w:t xml:space="preserve"> él completará esa maravillosa obra que ha comenz</w:t>
      </w:r>
      <w:r>
        <w:t>a</w:t>
      </w:r>
      <w:r>
        <w:t>do ya en ti.</w:t>
      </w:r>
    </w:p>
    <w:p w14:paraId="4792B7B9" w14:textId="3ABC8EB0" w:rsidR="00000000" w:rsidRDefault="00AE4016">
      <w:pPr>
        <w:pStyle w:val="NotaEB"/>
        <w:spacing w:line="216" w:lineRule="auto"/>
      </w:pPr>
      <w:r>
        <w:t>Entrega tu voluntad al Espíritu Santo, elige and</w:t>
      </w:r>
      <w:r>
        <w:t>ar en su camino. Si lo haces así, no puedes ser vencido por los deseos de tu naturaleza pecaminosa</w:t>
      </w:r>
      <w:r>
        <w:t xml:space="preserve"> por más fuertes que e</w:t>
      </w:r>
      <w:r>
        <w:t>s</w:t>
      </w:r>
      <w:r>
        <w:t>tos sean</w:t>
      </w:r>
      <w:r>
        <w:t xml:space="preserve"> o por más tiempo que hayas vivido satisfaciendo hábitos perniciosos. La razón es muy si</w:t>
      </w:r>
      <w:r>
        <w:t>m</w:t>
      </w:r>
      <w:r>
        <w:t>ple: El Espíritu Santo es más podero</w:t>
      </w:r>
      <w:r>
        <w:t>so que Satanás, la luz es más poderosa que las tini</w:t>
      </w:r>
      <w:r>
        <w:t>e</w:t>
      </w:r>
      <w:r>
        <w:t>blas, y el amor es más fuerte que el odio.</w:t>
      </w:r>
    </w:p>
    <w:p w14:paraId="629F09D9" w14:textId="7684CA22" w:rsidR="00000000" w:rsidRDefault="00AE4016">
      <w:pPr>
        <w:pStyle w:val="NotaEB"/>
        <w:spacing w:line="216" w:lineRule="auto"/>
      </w:pPr>
      <w:r>
        <w:t>¿Es difícil elegir? Cuando te enamoras de alguien, ¿es difícil olvidar a los demás y ded</w:t>
      </w:r>
      <w:r>
        <w:t>i</w:t>
      </w:r>
      <w:r>
        <w:t>car tus afectos al ser querido? La motivación del amor de Cristo convier</w:t>
      </w:r>
      <w:r>
        <w:t>te a todas las sedu</w:t>
      </w:r>
      <w:r>
        <w:t>c</w:t>
      </w:r>
      <w:r>
        <w:t>ciones del mundo en insignificantes</w:t>
      </w:r>
      <w:r>
        <w:t xml:space="preserve"> a la luz del sol de amor que irradia de él. Cuando estamos unidos a Cristo, es él quien lleva la carga.</w:t>
      </w:r>
    </w:p>
    <w:p w14:paraId="0A49BB47" w14:textId="77777777" w:rsidR="00000000" w:rsidRDefault="00AE4016">
      <w:pPr>
        <w:pStyle w:val="NotaEB"/>
        <w:spacing w:line="216" w:lineRule="auto"/>
      </w:pPr>
      <w:r>
        <w:t>En eso consiste andar en el Espíritu. Es la elección constante de decir ¡Sí! al Espír</w:t>
      </w:r>
      <w:r>
        <w:t>i</w:t>
      </w:r>
      <w:r>
        <w:t>tu Santo,</w:t>
      </w:r>
      <w:r>
        <w:t xml:space="preserve"> y ¡No! a la tentación. Él no nos deja nunca, ni de día ni de noche. Está con nos</w:t>
      </w:r>
      <w:r>
        <w:t>o</w:t>
      </w:r>
      <w:r>
        <w:t>tros constantemente. “Si te desvías a la derecha o a la izquierda, oirás una voz d</w:t>
      </w:r>
      <w:r>
        <w:t>e</w:t>
      </w:r>
      <w:r>
        <w:t>trás de ti que te dirá: Éste es el camino, andad por él’” (Isaías 30:21).</w:t>
      </w:r>
    </w:p>
    <w:p w14:paraId="49A2466B" w14:textId="5F4B6F03" w:rsidR="00000000" w:rsidRDefault="00AE4016">
      <w:pPr>
        <w:pStyle w:val="NotaEB"/>
        <w:spacing w:line="216" w:lineRule="auto"/>
      </w:pPr>
      <w:r>
        <w:t>“Todos los que so</w:t>
      </w:r>
      <w:r>
        <w:t>n guiados por el Espíritu de Dios, son hijos de Dios” (Romanos 8:14)</w:t>
      </w:r>
      <w:r w:rsidR="00F73CA6">
        <w:t>.</w:t>
      </w:r>
    </w:p>
    <w:p w14:paraId="7174567A" w14:textId="77777777" w:rsidR="00000000" w:rsidRDefault="00AE4016">
      <w:pPr>
        <w:pStyle w:val="textoEB"/>
      </w:pPr>
    </w:p>
    <w:sectPr w:rsidR="00000000">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1E1D13" w14:textId="77777777" w:rsidR="00AE4016" w:rsidRDefault="00AE4016">
      <w:r>
        <w:separator/>
      </w:r>
    </w:p>
  </w:endnote>
  <w:endnote w:type="continuationSeparator" w:id="0">
    <w:p w14:paraId="34FE203C" w14:textId="77777777" w:rsidR="00AE4016" w:rsidRDefault="00AE4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AED09" w14:textId="77777777" w:rsidR="00000000" w:rsidRDefault="00AE40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AC4249F" w14:textId="77777777" w:rsidR="00000000" w:rsidRDefault="00AE40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14FE7B" w14:textId="77777777" w:rsidR="00000000" w:rsidRDefault="00AE4016">
    <w:pPr>
      <w:pStyle w:val="numpagEB"/>
      <w:framePr w:wrap="around"/>
      <w:rPr>
        <w:rStyle w:val="PageNumber"/>
      </w:rPr>
    </w:pPr>
    <w:r>
      <w:rPr>
        <w:rStyle w:val="PageNumber"/>
      </w:rPr>
      <w:t xml:space="preserve">Guía de estudio 26 -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18737D4B" w14:textId="77777777" w:rsidR="00000000" w:rsidRDefault="00AE4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53A4F4" w14:textId="77777777" w:rsidR="00AE4016" w:rsidRDefault="00AE4016">
      <w:r>
        <w:separator/>
      </w:r>
    </w:p>
  </w:footnote>
  <w:footnote w:type="continuationSeparator" w:id="0">
    <w:p w14:paraId="16462710" w14:textId="77777777" w:rsidR="00AE4016" w:rsidRDefault="00AE40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attachedTemplate r:id="rId1"/>
  <w:documentProtection w:edit="readOnly" w:enforcement="1" w:cryptProviderType="rsaAES" w:cryptAlgorithmClass="hash" w:cryptAlgorithmType="typeAny" w:cryptAlgorithmSid="14" w:cryptSpinCount="100000" w:hash="1EfIAQlaKpSPp6QDtG04BGLAiMek5GeDwlSxKKJuHCtOEAWmZwsBX92mqrG9sdCOytgM78tI9b+4BWQNWQNTMQ==" w:salt="J3FFstfZJBw8U9HisVV1UA=="/>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009"/>
    <w:rsid w:val="002060DF"/>
    <w:rsid w:val="006158D7"/>
    <w:rsid w:val="00726E37"/>
    <w:rsid w:val="008755DC"/>
    <w:rsid w:val="008934DE"/>
    <w:rsid w:val="008B3E5E"/>
    <w:rsid w:val="008D5009"/>
    <w:rsid w:val="00947B68"/>
    <w:rsid w:val="0096204D"/>
    <w:rsid w:val="00A06105"/>
    <w:rsid w:val="00AE4016"/>
    <w:rsid w:val="00AF288A"/>
    <w:rsid w:val="00AF7255"/>
    <w:rsid w:val="00F73CA6"/>
    <w:rsid w:val="00FA52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42153A"/>
  <w15:chartTrackingRefBased/>
  <w15:docId w15:val="{BB78843D-0F43-4E7C-9443-10188B992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28</TotalTime>
  <Pages>4</Pages>
  <Words>1897</Words>
  <Characters>10437</Characters>
  <Application>Microsoft Office Word</Application>
  <DocSecurity>8</DocSecurity>
  <Lines>86</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26-Dos movimientos: el verdadero y el falso</vt:lpstr>
      <vt:lpstr>Buenas Nuevas</vt:lpstr>
    </vt:vector>
  </TitlesOfParts>
  <Company>LB</Company>
  <LinksUpToDate>false</LinksUpToDate>
  <CharactersWithSpaces>12310</CharactersWithSpaces>
  <SharedDoc>false</SharedDoc>
  <HLinks>
    <vt:vector size="6" baseType="variant">
      <vt:variant>
        <vt:i4>3735622</vt:i4>
      </vt:variant>
      <vt:variant>
        <vt:i4>-1</vt:i4>
      </vt:variant>
      <vt:variant>
        <vt:i4>1026</vt:i4>
      </vt:variant>
      <vt:variant>
        <vt:i4>1</vt:i4>
      </vt:variant>
      <vt:variant>
        <vt:lpwstr>..\..\Datos de programa\Microsoft\Media Catalog\cr-ovej.tif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26-Dos movimientos: el verdadero y el falso</dc:title>
  <dc:subject/>
  <dc:creator>R.J. Wieland</dc:creator>
  <cp:keywords>1888</cp:keywords>
  <dc:description/>
  <cp:lastModifiedBy>Luis Bueno Boix</cp:lastModifiedBy>
  <cp:revision>17</cp:revision>
  <cp:lastPrinted>2002-03-10T17:32:00Z</cp:lastPrinted>
  <dcterms:created xsi:type="dcterms:W3CDTF">2020-07-09T15:03:00Z</dcterms:created>
  <dcterms:modified xsi:type="dcterms:W3CDTF">2020-07-09T15:31:00Z</dcterms:modified>
</cp:coreProperties>
</file>