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956C2" w14:textId="14E92854" w:rsidR="00000000" w:rsidRDefault="00A40FF2" w:rsidP="00A40FF2">
      <w:pPr>
        <w:pStyle w:val="Footer"/>
        <w:ind w:left="4248"/>
        <w:rPr>
          <w:sz w:val="32"/>
        </w:rPr>
      </w:pPr>
      <w:r>
        <w:rPr>
          <w:noProof/>
          <w:sz w:val="40"/>
        </w:rPr>
        <w:drawing>
          <wp:anchor distT="0" distB="0" distL="114300" distR="1151890" simplePos="0" relativeHeight="251657728" behindDoc="1" locked="0" layoutInCell="1" allowOverlap="1" wp14:anchorId="6C2CCAF1" wp14:editId="152A60C2">
            <wp:simplePos x="0" y="0"/>
            <wp:positionH relativeFrom="column">
              <wp:posOffset>-69850</wp:posOffset>
            </wp:positionH>
            <wp:positionV relativeFrom="paragraph">
              <wp:posOffset>1905</wp:posOffset>
            </wp:positionV>
            <wp:extent cx="1524000" cy="1466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56E">
        <w:rPr>
          <w:sz w:val="40"/>
        </w:rPr>
        <w:t xml:space="preserve"> </w:t>
      </w:r>
      <w:r w:rsidR="0002256E" w:rsidRPr="00A40FF2">
        <w:rPr>
          <w:color w:val="000099"/>
          <w:sz w:val="40"/>
        </w:rPr>
        <w:t>Buenas Nu</w:t>
      </w:r>
      <w:r w:rsidR="0002256E" w:rsidRPr="00A40FF2">
        <w:rPr>
          <w:color w:val="000099"/>
          <w:sz w:val="40"/>
        </w:rPr>
        <w:t>e</w:t>
      </w:r>
      <w:r w:rsidR="0002256E" w:rsidRPr="00A40FF2">
        <w:rPr>
          <w:color w:val="000099"/>
          <w:sz w:val="40"/>
        </w:rPr>
        <w:t>vas</w:t>
      </w:r>
      <w:r w:rsidR="0002256E" w:rsidRPr="00A40FF2">
        <w:rPr>
          <w:color w:val="000099"/>
          <w:sz w:val="52"/>
        </w:rPr>
        <w:br/>
        <w:t xml:space="preserve">  </w:t>
      </w:r>
      <w:r w:rsidR="0002256E" w:rsidRPr="00A40FF2">
        <w:rPr>
          <w:i/>
          <w:iCs/>
          <w:color w:val="000099"/>
          <w:sz w:val="28"/>
        </w:rPr>
        <w:t>de Jesús, con amor</w:t>
      </w:r>
      <w:r w:rsidR="0002256E">
        <w:rPr>
          <w:sz w:val="32"/>
        </w:rPr>
        <w:br/>
        <w:t xml:space="preserve">     </w:t>
      </w:r>
      <w:r w:rsidR="0002256E">
        <w:t>Guía de estudio nº 16</w:t>
      </w:r>
    </w:p>
    <w:p w14:paraId="07C22380" w14:textId="77777777" w:rsidR="00000000" w:rsidRDefault="0002256E">
      <w:pPr>
        <w:ind w:left="4956"/>
      </w:pPr>
    </w:p>
    <w:p w14:paraId="3DD8A2DE" w14:textId="77777777" w:rsidR="00000000" w:rsidRDefault="0002256E">
      <w:pPr>
        <w:pStyle w:val="Heading3"/>
        <w:jc w:val="center"/>
      </w:pPr>
    </w:p>
    <w:p w14:paraId="3AECEF6C" w14:textId="77777777" w:rsidR="00000000" w:rsidRPr="00A40FF2" w:rsidRDefault="0002256E">
      <w:pPr>
        <w:pStyle w:val="encab1EB"/>
        <w:rPr>
          <w:color w:val="000099"/>
          <w:sz w:val="24"/>
        </w:rPr>
      </w:pPr>
      <w:r w:rsidRPr="00A40FF2">
        <w:rPr>
          <w:color w:val="000099"/>
        </w:rPr>
        <w:t>La verdad sobre la muerte</w:t>
      </w:r>
      <w:r w:rsidRPr="00A40FF2">
        <w:rPr>
          <w:color w:val="000099"/>
        </w:rPr>
        <w:br/>
      </w:r>
      <w:r w:rsidRPr="00A40FF2">
        <w:rPr>
          <w:color w:val="000099"/>
          <w:sz w:val="24"/>
        </w:rPr>
        <w:t>y el engaño popular</w:t>
      </w:r>
    </w:p>
    <w:p w14:paraId="2EA9D4BB" w14:textId="77777777" w:rsidR="00000000" w:rsidRDefault="0002256E">
      <w:pPr>
        <w:pStyle w:val="textoEB"/>
      </w:pPr>
    </w:p>
    <w:p w14:paraId="4452E340" w14:textId="521B1F24" w:rsidR="00000000" w:rsidRDefault="000B6F36">
      <w:pPr>
        <w:pStyle w:val="textoEB"/>
      </w:pPr>
      <w:r>
        <w:t>C</w:t>
      </w:r>
      <w:r w:rsidR="0002256E">
        <w:t>omunicarse con los muertos se ha convertido en moneda corriente. Desde que el obispo James Pike se “comunicó” en 1967 con su hijo fallecido</w:t>
      </w:r>
      <w:r w:rsidR="0002256E">
        <w:t>, personas interes</w:t>
      </w:r>
      <w:r w:rsidR="0002256E">
        <w:t>a</w:t>
      </w:r>
      <w:r w:rsidR="0002256E">
        <w:t xml:space="preserve">das en hablar con seres queridos difuntos han dado a los </w:t>
      </w:r>
      <w:proofErr w:type="spellStart"/>
      <w:r w:rsidR="0002256E">
        <w:rPr>
          <w:i/>
          <w:iCs/>
        </w:rPr>
        <w:t>mediums</w:t>
      </w:r>
      <w:proofErr w:type="spellEnd"/>
      <w:r w:rsidR="0002256E">
        <w:t xml:space="preserve"> más trabajo del que podían atender, y en muchos casos las solicitudes provienen de círculos religiosos. Las univers</w:t>
      </w:r>
      <w:r w:rsidR="0002256E">
        <w:t>i</w:t>
      </w:r>
      <w:r w:rsidR="0002256E">
        <w:t xml:space="preserve">dades que ofrecen cursos sobre fenómenos paranormales y </w:t>
      </w:r>
      <w:r w:rsidR="0002256E">
        <w:t>parapsicología están desbord</w:t>
      </w:r>
      <w:r w:rsidR="0002256E">
        <w:t>a</w:t>
      </w:r>
      <w:r w:rsidR="0002256E">
        <w:t>das, incapaces de atender todas las solicitudes de inscripción</w:t>
      </w:r>
      <w:r w:rsidR="0002256E">
        <w:t xml:space="preserve"> por parte de jóvenes est</w:t>
      </w:r>
      <w:r w:rsidR="0002256E">
        <w:t>u</w:t>
      </w:r>
      <w:r w:rsidR="0002256E">
        <w:t xml:space="preserve">diantes. </w:t>
      </w:r>
    </w:p>
    <w:p w14:paraId="3AE4D582" w14:textId="682116B3" w:rsidR="00000000" w:rsidRDefault="0002256E">
      <w:pPr>
        <w:pStyle w:val="textoEB"/>
      </w:pPr>
      <w:r>
        <w:t xml:space="preserve">Ruth Montgomery, autor de </w:t>
      </w:r>
      <w:r>
        <w:rPr>
          <w:i/>
          <w:iCs/>
        </w:rPr>
        <w:t xml:space="preserve">A </w:t>
      </w:r>
      <w:proofErr w:type="spellStart"/>
      <w:r>
        <w:rPr>
          <w:i/>
          <w:iCs/>
        </w:rPr>
        <w:t>Gift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of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Prophecy</w:t>
      </w:r>
      <w:proofErr w:type="spellEnd"/>
      <w:r>
        <w:t xml:space="preserve"> (</w:t>
      </w:r>
      <w:r w:rsidR="000B6F36">
        <w:t>e</w:t>
      </w:r>
      <w:r>
        <w:t>l don de profecía), se sentó a</w:t>
      </w:r>
      <w:r w:rsidR="000B6F36">
        <w:t>nte</w:t>
      </w:r>
      <w:r>
        <w:t xml:space="preserve"> </w:t>
      </w:r>
      <w:r w:rsidR="000B6F36">
        <w:t>la</w:t>
      </w:r>
      <w:r>
        <w:t xml:space="preserve"> m</w:t>
      </w:r>
      <w:r>
        <w:t>á</w:t>
      </w:r>
      <w:r>
        <w:t>quina de escribir, y el “espíritu” del revere</w:t>
      </w:r>
      <w:r>
        <w:t xml:space="preserve">ndo Arthur Ford, quien había sido </w:t>
      </w:r>
      <w:r>
        <w:rPr>
          <w:i/>
          <w:iCs/>
        </w:rPr>
        <w:t>médium</w:t>
      </w:r>
      <w:r>
        <w:t xml:space="preserve"> esp</w:t>
      </w:r>
      <w:r>
        <w:t>i</w:t>
      </w:r>
      <w:r>
        <w:t>riti</w:t>
      </w:r>
      <w:r>
        <w:t>s</w:t>
      </w:r>
      <w:r>
        <w:t>ta antes de su muerte, le fue dictando lo que había de escribir.</w:t>
      </w:r>
    </w:p>
    <w:p w14:paraId="77DFAC19" w14:textId="06BB927A" w:rsidR="00000000" w:rsidRDefault="0002256E">
      <w:pPr>
        <w:pStyle w:val="textoEB"/>
      </w:pPr>
      <w:r>
        <w:t>Un apóstol de la Ouija invocó al difunto Ralph Waldo Emerson, quien le manifestó que “no existía tal cosa como la muerte, sino sólo un estado</w:t>
      </w:r>
      <w:r>
        <w:t xml:space="preserve"> de transición mediante el cual la mente y el alma abandonan el cuerpo, para alcanzar una esfera superior</w:t>
      </w:r>
      <w:r>
        <w:t>”</w:t>
      </w:r>
      <w:r w:rsidR="00254D26">
        <w:t>.</w:t>
      </w:r>
      <w:r>
        <w:t xml:space="preserve"> Entre los ad</w:t>
      </w:r>
      <w:r>
        <w:t>o</w:t>
      </w:r>
      <w:r>
        <w:t>lescentes comenzó a popularizarse la comunicación con los “muertos” mediante la Ouija, que pronto se convirtió en un superventas.</w:t>
      </w:r>
    </w:p>
    <w:p w14:paraId="5ADA2D0C" w14:textId="4431A866" w:rsidR="00000000" w:rsidRDefault="0002256E">
      <w:pPr>
        <w:pStyle w:val="textoEB"/>
      </w:pPr>
      <w:r>
        <w:t>Doris</w:t>
      </w:r>
      <w:r>
        <w:t xml:space="preserve"> Day manifestó su convicción de que su difunto padre, </w:t>
      </w:r>
      <w:proofErr w:type="spellStart"/>
      <w:r>
        <w:t>Marty</w:t>
      </w:r>
      <w:proofErr w:type="spellEnd"/>
      <w:r>
        <w:t xml:space="preserve"> </w:t>
      </w:r>
      <w:proofErr w:type="spellStart"/>
      <w:r>
        <w:t>Melcher</w:t>
      </w:r>
      <w:proofErr w:type="spellEnd"/>
      <w:r>
        <w:t xml:space="preserve">, dirigía las cosas de forma que su carrera televisiva pudiera </w:t>
      </w:r>
      <w:r w:rsidR="00254D26">
        <w:t>ser exitosa</w:t>
      </w:r>
      <w:r>
        <w:t>.</w:t>
      </w:r>
    </w:p>
    <w:p w14:paraId="7EFF09D6" w14:textId="16308DFA" w:rsidR="00000000" w:rsidRDefault="0002256E">
      <w:pPr>
        <w:pStyle w:val="textoEB"/>
      </w:pPr>
      <w:r>
        <w:t>A princ</w:t>
      </w:r>
      <w:r>
        <w:t>i</w:t>
      </w:r>
      <w:r>
        <w:t>pios de</w:t>
      </w:r>
      <w:r>
        <w:t xml:space="preserve"> 2002, la autora de Harry Potter, personaje de una serie de novelas que fomenta el espir</w:t>
      </w:r>
      <w:r>
        <w:t>itismo entre los niños, ha ganado la consideración de escritora más pop</w:t>
      </w:r>
      <w:r>
        <w:t>u</w:t>
      </w:r>
      <w:r>
        <w:t>lar del mundo, y en poco tiempo ha logrado</w:t>
      </w:r>
      <w:r>
        <w:t xml:space="preserve"> con la venta de sus libros</w:t>
      </w:r>
      <w:r>
        <w:t xml:space="preserve"> amasar la tercera mayor fortuna de Inglaterra. Obras cinematográficas relacionadas con la magia y el ocu</w:t>
      </w:r>
      <w:r>
        <w:t>l</w:t>
      </w:r>
      <w:r>
        <w:t xml:space="preserve">tismo, </w:t>
      </w:r>
      <w:r>
        <w:t>como Harry Potter, El Señor de los Anillos, etc, están acaparando hoy el éxito en las taquillas.</w:t>
      </w:r>
    </w:p>
    <w:p w14:paraId="192946D6" w14:textId="77777777" w:rsidR="00000000" w:rsidRDefault="0002256E">
      <w:pPr>
        <w:pStyle w:val="textoEB"/>
      </w:pPr>
      <w:r>
        <w:t xml:space="preserve">“Comunicarse con espíritus” está a la orden del día, incluso entre personas de las altas esferas de la sociedad, dicen los </w:t>
      </w:r>
      <w:proofErr w:type="spellStart"/>
      <w:r>
        <w:rPr>
          <w:i/>
          <w:iCs/>
        </w:rPr>
        <w:t>mediums</w:t>
      </w:r>
      <w:proofErr w:type="spellEnd"/>
      <w:r>
        <w:t>. Afirman que pronto será tan</w:t>
      </w:r>
      <w:r>
        <w:t xml:space="preserve"> fácil comunicarse con ellos, como descolgar el teléfono y hablar con cualquier conocido.</w:t>
      </w:r>
    </w:p>
    <w:p w14:paraId="5F8F4F64" w14:textId="77777777" w:rsidR="00000000" w:rsidRDefault="0002256E">
      <w:pPr>
        <w:pStyle w:val="textoEB"/>
      </w:pPr>
      <w:r>
        <w:t>¿Cuál es la verdad de la Biblia detrás de ese fenómeno?</w:t>
      </w:r>
    </w:p>
    <w:p w14:paraId="17E58C64" w14:textId="77777777" w:rsidR="00000000" w:rsidRPr="00254D26" w:rsidRDefault="0002256E">
      <w:pPr>
        <w:pStyle w:val="encab2EB"/>
        <w:rPr>
          <w:color w:val="000099"/>
        </w:rPr>
      </w:pPr>
      <w:r w:rsidRPr="00254D26">
        <w:rPr>
          <w:color w:val="000099"/>
        </w:rPr>
        <w:t>El amor es la clave para entender el misterio de la muerte</w:t>
      </w:r>
    </w:p>
    <w:p w14:paraId="5C47A2BB" w14:textId="4CFEC979" w:rsidR="00000000" w:rsidRDefault="0002256E">
      <w:pPr>
        <w:pStyle w:val="textoEB"/>
      </w:pPr>
      <w:r>
        <w:t>La gran razón por la que Dios provee una vida despu</w:t>
      </w:r>
      <w:r>
        <w:t xml:space="preserve">és de la muerte, es simplemente </w:t>
      </w:r>
      <w:r w:rsidR="00B15E87">
        <w:t>e</w:t>
      </w:r>
      <w:r>
        <w:t xml:space="preserve">sta: </w:t>
      </w:r>
      <w:r w:rsidR="00B15E87">
        <w:t>s</w:t>
      </w:r>
      <w:r>
        <w:t>u amor por nosotros es demasiado profundo como para permitir que cese nuestra existencia.</w:t>
      </w:r>
    </w:p>
    <w:p w14:paraId="433AC7EF" w14:textId="77777777" w:rsidR="00000000" w:rsidRDefault="0002256E">
      <w:pPr>
        <w:pStyle w:val="preguntaEB"/>
      </w:pPr>
      <w:r>
        <w:t>1. ¿Cuáles son los sentimientos de Dios hacia nosotros? Job 14:10-15</w:t>
      </w:r>
    </w:p>
    <w:p w14:paraId="4114FA29" w14:textId="163BCB79" w:rsidR="00000000" w:rsidRDefault="0002256E">
      <w:pPr>
        <w:pStyle w:val="textoEB"/>
      </w:pPr>
      <w:r>
        <w:lastRenderedPageBreak/>
        <w:t>RESPUESTA: “Entonces __________, y yo te ____________. Pue</w:t>
      </w:r>
      <w:r>
        <w:t>s tú ______ la obra de tus manos</w:t>
      </w:r>
      <w:r>
        <w:t>”</w:t>
      </w:r>
      <w:r w:rsidR="00B15E87">
        <w:t>.</w:t>
      </w:r>
    </w:p>
    <w:p w14:paraId="5CCDC4AB" w14:textId="168F85B5" w:rsidR="00000000" w:rsidRDefault="0002256E">
      <w:pPr>
        <w:pStyle w:val="preguntaEB"/>
      </w:pPr>
      <w:r>
        <w:t>2. ¿Qué certeza tenía Job acerca de su futura resurrección de entre los muertos? Job 14:14</w:t>
      </w:r>
      <w:r w:rsidR="00B15E87">
        <w:t>-</w:t>
      </w:r>
      <w:r>
        <w:t>15</w:t>
      </w:r>
    </w:p>
    <w:p w14:paraId="5CFEC2CA" w14:textId="1B09329E" w:rsidR="00000000" w:rsidRDefault="0002256E">
      <w:pPr>
        <w:pStyle w:val="textoEB"/>
      </w:pPr>
      <w:r>
        <w:t>RESPUESTA: _________________</w:t>
      </w:r>
    </w:p>
    <w:p w14:paraId="3483A416" w14:textId="40200C7C" w:rsidR="00000000" w:rsidRDefault="0002256E">
      <w:pPr>
        <w:pStyle w:val="NotaEB"/>
      </w:pPr>
      <w:r>
        <w:t xml:space="preserve">Nota: El </w:t>
      </w:r>
      <w:r w:rsidR="00B15E87">
        <w:t xml:space="preserve">mayor </w:t>
      </w:r>
      <w:r>
        <w:t xml:space="preserve">deseo </w:t>
      </w:r>
      <w:r>
        <w:t>de un artista que ve cómo su obra es destruida, es restituirla a su o</w:t>
      </w:r>
      <w:r>
        <w:t>riginal belleza y valor. ¿Te parece impropio que el amor del Señor lo impulse a pr</w:t>
      </w:r>
      <w:r>
        <w:t>o</w:t>
      </w:r>
      <w:r>
        <w:t>curar que tu existencia no cese para siempre?</w:t>
      </w:r>
    </w:p>
    <w:p w14:paraId="393ABEA1" w14:textId="77777777" w:rsidR="00000000" w:rsidRDefault="0002256E">
      <w:pPr>
        <w:pStyle w:val="preguntaEB"/>
      </w:pPr>
      <w:r>
        <w:t>3. ¿Qué demuestra que Jesús creía firmemente en la existencia de una vida real, más allá de la tumba? Lucas 20:34-36</w:t>
      </w:r>
    </w:p>
    <w:p w14:paraId="1DAFE9C7" w14:textId="288BC5B8" w:rsidR="00000000" w:rsidRDefault="0002256E">
      <w:pPr>
        <w:pStyle w:val="textoEB"/>
      </w:pPr>
      <w:r>
        <w:t>RESPUESTA:</w:t>
      </w:r>
      <w:r>
        <w:t xml:space="preserve"> “...Pero los que sean tenidos por dignos de aquel mundo y la ________________ de los _________ ...son hijos de _______________</w:t>
      </w:r>
      <w:r>
        <w:t>”</w:t>
      </w:r>
    </w:p>
    <w:p w14:paraId="00A82F1E" w14:textId="75C2E5A5" w:rsidR="00000000" w:rsidRDefault="0002256E">
      <w:pPr>
        <w:pStyle w:val="NotaEB"/>
      </w:pPr>
      <w:r>
        <w:t>Nota: No sabemos qué reemplazará al matrimonio</w:t>
      </w:r>
      <w:r>
        <w:t xml:space="preserve"> en la vida que siga a la resurre</w:t>
      </w:r>
      <w:r>
        <w:t>c</w:t>
      </w:r>
      <w:r>
        <w:t>ción. Algunos se sienten inclinados a no dese</w:t>
      </w:r>
      <w:r>
        <w:t>ar el “más allá”</w:t>
      </w:r>
      <w:r>
        <w:t xml:space="preserve"> debido a la inexistencia de m</w:t>
      </w:r>
      <w:r>
        <w:t>a</w:t>
      </w:r>
      <w:r>
        <w:t>trimonios. Pero ese razonamiento indica falta de reflexión. El Dios infinito que nos creó, prove</w:t>
      </w:r>
      <w:r>
        <w:t>e</w:t>
      </w:r>
      <w:r>
        <w:t>rá todo lo necesario para la plena felicidad y el gratificante compañerismo de todos los redim</w:t>
      </w:r>
      <w:r>
        <w:t>i</w:t>
      </w:r>
      <w:r>
        <w:t>dos.</w:t>
      </w:r>
    </w:p>
    <w:p w14:paraId="4F2451BD" w14:textId="459C3AA3" w:rsidR="00000000" w:rsidRDefault="0002256E">
      <w:pPr>
        <w:pStyle w:val="preguntaEB"/>
      </w:pPr>
      <w:r>
        <w:t>4. ¿Qué sig</w:t>
      </w:r>
      <w:r>
        <w:t>nificativo evento ha de preceder a la vida más allá de la tumba? Juan 5:28</w:t>
      </w:r>
      <w:r w:rsidR="00B15E87">
        <w:t>-</w:t>
      </w:r>
      <w:r>
        <w:t>29</w:t>
      </w:r>
    </w:p>
    <w:p w14:paraId="3F609036" w14:textId="77777777" w:rsidR="00000000" w:rsidRDefault="0002256E">
      <w:pPr>
        <w:pStyle w:val="textoEB"/>
      </w:pPr>
      <w:r>
        <w:t>RESPUESTA: “...todos los que están en los sepulcros ______ ___ ____; y los que hicieron lo bueno saldrán a _______________ de vida...”</w:t>
      </w:r>
    </w:p>
    <w:p w14:paraId="768930AB" w14:textId="65969389" w:rsidR="00000000" w:rsidRDefault="0002256E">
      <w:pPr>
        <w:pStyle w:val="preguntaEB"/>
      </w:pPr>
      <w:r>
        <w:t>5. ¿Cuán real será la vida, tras la resur</w:t>
      </w:r>
      <w:r>
        <w:t>rección? Isaías 65:17</w:t>
      </w:r>
      <w:r w:rsidR="00B15E87">
        <w:t xml:space="preserve"> y</w:t>
      </w:r>
      <w:r>
        <w:t xml:space="preserve"> 21-25</w:t>
      </w:r>
    </w:p>
    <w:p w14:paraId="081D1426" w14:textId="77777777" w:rsidR="00000000" w:rsidRDefault="0002256E">
      <w:pPr>
        <w:pStyle w:val="textoEB"/>
      </w:pPr>
      <w:r>
        <w:t>RESPUESTA: “...edificarán casas y morarán en ellas; plantarán viñas y comerán el fruto de ellas...”</w:t>
      </w:r>
    </w:p>
    <w:p w14:paraId="5E9AAB60" w14:textId="463D5131" w:rsidR="00000000" w:rsidRDefault="0002256E">
      <w:pPr>
        <w:pStyle w:val="preguntaEB"/>
      </w:pPr>
      <w:r>
        <w:t>6. ¿C</w:t>
      </w:r>
      <w:r w:rsidR="00B15E87">
        <w:t>óm</w:t>
      </w:r>
      <w:r>
        <w:t>o desea el Señor estar contigo y con sus salvos resucitados</w:t>
      </w:r>
      <w:r>
        <w:t xml:space="preserve"> por la etern</w:t>
      </w:r>
      <w:r>
        <w:t>i</w:t>
      </w:r>
      <w:r>
        <w:t>dad? Ap</w:t>
      </w:r>
      <w:r>
        <w:t>o</w:t>
      </w:r>
      <w:r>
        <w:t>calipsis 21:1-5</w:t>
      </w:r>
    </w:p>
    <w:p w14:paraId="6EAD7D34" w14:textId="77777777" w:rsidR="00000000" w:rsidRDefault="0002256E">
      <w:pPr>
        <w:pStyle w:val="textoEB"/>
      </w:pPr>
      <w:r>
        <w:t>RESPUESTA: “...ahora</w:t>
      </w:r>
      <w:r>
        <w:t xml:space="preserve"> la morada de Dios es ____ ____ ________, y él __________ con ellos...”</w:t>
      </w:r>
    </w:p>
    <w:p w14:paraId="10A93359" w14:textId="77777777" w:rsidR="00000000" w:rsidRPr="00B15E87" w:rsidRDefault="0002256E">
      <w:pPr>
        <w:pStyle w:val="encab2EB"/>
        <w:rPr>
          <w:color w:val="000099"/>
        </w:rPr>
      </w:pPr>
      <w:r w:rsidRPr="00B15E87">
        <w:rPr>
          <w:color w:val="000099"/>
        </w:rPr>
        <w:t>¿Es posible comunicarse con los muertos?</w:t>
      </w:r>
    </w:p>
    <w:p w14:paraId="46238FC2" w14:textId="014D3C06" w:rsidR="00000000" w:rsidRDefault="0002256E">
      <w:pPr>
        <w:pStyle w:val="preguntaEB"/>
      </w:pPr>
      <w:r>
        <w:t>7. ¿Qué grado de conocimiento tienen los muertos? Eclesiastés 9:5</w:t>
      </w:r>
      <w:r w:rsidR="00B15E87">
        <w:t xml:space="preserve"> y</w:t>
      </w:r>
      <w:r>
        <w:t xml:space="preserve"> 10; Salmo 146:3</w:t>
      </w:r>
      <w:r w:rsidR="00B15E87">
        <w:t>-</w:t>
      </w:r>
      <w:r>
        <w:t>4; Job 14:14 y 21</w:t>
      </w:r>
    </w:p>
    <w:p w14:paraId="5D4EE8AE" w14:textId="0B0471A6" w:rsidR="00000000" w:rsidRDefault="0002256E">
      <w:pPr>
        <w:pStyle w:val="textoEB"/>
      </w:pPr>
      <w:r>
        <w:t>RESPUESTA: “...los muertos _____ _______</w:t>
      </w:r>
      <w:r>
        <w:t>”, “...en el sepulcro, adonde tú vas, no hay _____, ni ___________, ni ________, ni __________”; “...en ese mismo día _________ sus pensamientos”; “...si sus hijos reciben hon</w:t>
      </w:r>
      <w:r>
        <w:t>o</w:t>
      </w:r>
      <w:r>
        <w:t>res, ___ ___ _______; si son humillados, ___ ___ __________</w:t>
      </w:r>
      <w:r>
        <w:t>”</w:t>
      </w:r>
    </w:p>
    <w:p w14:paraId="374147EF" w14:textId="77777777" w:rsidR="00000000" w:rsidRDefault="0002256E">
      <w:pPr>
        <w:pStyle w:val="preguntaEB"/>
      </w:pPr>
      <w:r>
        <w:t>8. ¿Pueden los mue</w:t>
      </w:r>
      <w:r>
        <w:t>rtos alabar a Dios? Salmo 115:17</w:t>
      </w:r>
    </w:p>
    <w:p w14:paraId="5E7164CE" w14:textId="77777777" w:rsidR="00000000" w:rsidRDefault="0002256E">
      <w:pPr>
        <w:pStyle w:val="textoEB"/>
      </w:pPr>
      <w:r>
        <w:t>RESPUESTA: “No __________ los muertos a Jehová, ni cuantos descienden al sile</w:t>
      </w:r>
      <w:r>
        <w:t>n</w:t>
      </w:r>
      <w:r>
        <w:t>cio”</w:t>
      </w:r>
    </w:p>
    <w:p w14:paraId="3F350987" w14:textId="1A3595F1" w:rsidR="00000000" w:rsidRDefault="0002256E">
      <w:pPr>
        <w:pStyle w:val="preguntaEB"/>
      </w:pPr>
      <w:r>
        <w:t>9. ¿Puede un difunto regresar a su casa</w:t>
      </w:r>
      <w:r>
        <w:t xml:space="preserve"> como “espíritu liberado”? Job</w:t>
      </w:r>
      <w:r>
        <w:t xml:space="preserve"> 7:9</w:t>
      </w:r>
      <w:r w:rsidR="0030098D">
        <w:t>-</w:t>
      </w:r>
      <w:r>
        <w:t>10</w:t>
      </w:r>
    </w:p>
    <w:p w14:paraId="70BB5FF3" w14:textId="77777777" w:rsidR="00000000" w:rsidRDefault="0002256E">
      <w:pPr>
        <w:pStyle w:val="textoEB"/>
      </w:pPr>
      <w:r>
        <w:t>RESPUESTA: “...no volverá más a su casa, ni su lugar volverá</w:t>
      </w:r>
      <w:r>
        <w:t xml:space="preserve"> a reconocerlo”</w:t>
      </w:r>
    </w:p>
    <w:p w14:paraId="5F5CDA4C" w14:textId="76ABC7B8" w:rsidR="00000000" w:rsidRDefault="0002256E">
      <w:pPr>
        <w:pStyle w:val="preguntaEB"/>
      </w:pPr>
      <w:r>
        <w:lastRenderedPageBreak/>
        <w:t>10. Si los muertos t</w:t>
      </w:r>
      <w:r w:rsidR="0030098D">
        <w:t>uviera</w:t>
      </w:r>
      <w:r>
        <w:t>n una existencia consciente como espíritus liberados, no t</w:t>
      </w:r>
      <w:r w:rsidR="0030098D">
        <w:t>endría</w:t>
      </w:r>
      <w:r>
        <w:t xml:space="preserve"> ningún sentido la enseñanza de Jesús y de Pablo sobre la necesidad de una resurre</w:t>
      </w:r>
      <w:r>
        <w:t>c</w:t>
      </w:r>
      <w:r>
        <w:t xml:space="preserve">ción futura. ¿Qué escribió Pablo? 1 </w:t>
      </w:r>
      <w:proofErr w:type="gramStart"/>
      <w:r>
        <w:t>C</w:t>
      </w:r>
      <w:r>
        <w:t>o</w:t>
      </w:r>
      <w:r>
        <w:t>rintios</w:t>
      </w:r>
      <w:proofErr w:type="gramEnd"/>
      <w:r>
        <w:t xml:space="preserve"> 15:12-19</w:t>
      </w:r>
      <w:r w:rsidR="0030098D">
        <w:t xml:space="preserve"> y</w:t>
      </w:r>
      <w:r>
        <w:t xml:space="preserve"> 23</w:t>
      </w:r>
    </w:p>
    <w:p w14:paraId="082F7A8B" w14:textId="77777777" w:rsidR="00000000" w:rsidRDefault="0002256E">
      <w:pPr>
        <w:pStyle w:val="textoEB"/>
      </w:pPr>
      <w:r>
        <w:t>RESPUESTA: “</w:t>
      </w:r>
      <w:r>
        <w:t>...si no hay resurrección de muertos, tampoco Cristo resucitó. Y si Cristo no resucitó, vana es entonces nuestra predicación...”</w:t>
      </w:r>
    </w:p>
    <w:p w14:paraId="207CCD50" w14:textId="3EA7CB38" w:rsidR="00000000" w:rsidRDefault="0002256E">
      <w:pPr>
        <w:pStyle w:val="NotaEB"/>
      </w:pPr>
      <w:r>
        <w:t xml:space="preserve">Nota: </w:t>
      </w:r>
      <w:r w:rsidR="0030098D">
        <w:t>P</w:t>
      </w:r>
      <w:r>
        <w:t>retender que el ser humano posee de forma innata la inmortalidad</w:t>
      </w:r>
      <w:r>
        <w:t xml:space="preserve"> está en señalada oposición con la verdad bíblica de</w:t>
      </w:r>
      <w:r>
        <w:t xml:space="preserve"> que sólo Dios la posee, “...quien sólo tiene i</w:t>
      </w:r>
      <w:r>
        <w:t>n</w:t>
      </w:r>
      <w:r>
        <w:t>mortalidad” (1 Timoteo 6:16; 1:17). Sólo podemos recibir la inmortalidad como un don</w:t>
      </w:r>
      <w:r>
        <w:t xml:space="preserve"> en Jesucristo (2 Timoteo 1:10), pero esa verdad es profundamente aborrecida por el en</w:t>
      </w:r>
      <w:r>
        <w:t>e</w:t>
      </w:r>
      <w:r>
        <w:t>migo de Cristo, y así</w:t>
      </w:r>
      <w:r>
        <w:t xml:space="preserve"> la primera me</w:t>
      </w:r>
      <w:r>
        <w:t>ntira enseñada por Satanás fue: “</w:t>
      </w:r>
      <w:r w:rsidR="0030098D">
        <w:t>N</w:t>
      </w:r>
      <w:r>
        <w:t>o moriréis” (Génesis 3:4). A él cabe el “honor” de haber predicado el primer sermón sobre la supue</w:t>
      </w:r>
      <w:r>
        <w:t>s</w:t>
      </w:r>
      <w:r>
        <w:t>ta inmort</w:t>
      </w:r>
      <w:r>
        <w:t>a</w:t>
      </w:r>
      <w:r>
        <w:t>lidad del alma. Dijo Cristo: “Yo soy la resurrección y la vida: el que cree en mí, aunque esté muerto, vivirá.” (</w:t>
      </w:r>
      <w:r>
        <w:t>Juan 11:25)</w:t>
      </w:r>
      <w:r w:rsidR="0030098D">
        <w:t>.</w:t>
      </w:r>
    </w:p>
    <w:p w14:paraId="6EDD2CFB" w14:textId="77777777" w:rsidR="00000000" w:rsidRDefault="0002256E">
      <w:pPr>
        <w:pStyle w:val="preguntaEB"/>
      </w:pPr>
      <w:r>
        <w:t xml:space="preserve">11. ¿Quién ha de venir, antes de que tenga lugar la resurrección? 1 </w:t>
      </w:r>
      <w:proofErr w:type="gramStart"/>
      <w:r>
        <w:t>Tesalonicenses</w:t>
      </w:r>
      <w:proofErr w:type="gramEnd"/>
      <w:r>
        <w:t xml:space="preserve"> 4:13-17</w:t>
      </w:r>
    </w:p>
    <w:p w14:paraId="36139EDB" w14:textId="32D38D7C" w:rsidR="00000000" w:rsidRDefault="0002256E">
      <w:pPr>
        <w:pStyle w:val="textoEB"/>
      </w:pPr>
      <w:r>
        <w:t xml:space="preserve">TU RESPUESTA: </w:t>
      </w:r>
      <w:r w:rsidRPr="00B63E91">
        <w:rPr>
          <w:u w:val="single"/>
        </w:rPr>
        <w:t>____________</w:t>
      </w:r>
    </w:p>
    <w:p w14:paraId="29C21333" w14:textId="2DFCFF87" w:rsidR="00000000" w:rsidRDefault="0002256E">
      <w:pPr>
        <w:pStyle w:val="NotaEB"/>
      </w:pPr>
      <w:r>
        <w:t>Nota: Pablo afirmó que los muertos están en un “sueño”. Con ocasión de la muerte de Lázaro, Jesús declaró a sus discípulos qu</w:t>
      </w:r>
      <w:r>
        <w:t xml:space="preserve">e </w:t>
      </w:r>
      <w:r w:rsidR="00682A2F">
        <w:t>e</w:t>
      </w:r>
      <w:r>
        <w:t>ste “dormía” (Juan 11:11-14). Daniel escr</w:t>
      </w:r>
      <w:r>
        <w:t>i</w:t>
      </w:r>
      <w:r>
        <w:t>bió acerca de los que serán resucitados, que “duermen en el polvo de la tierra” (Daniel 12:2). Job habló de que los muertos reposan en sus sepulcros hasta el tiempo señalado para la res</w:t>
      </w:r>
      <w:r>
        <w:t>u</w:t>
      </w:r>
      <w:r>
        <w:t xml:space="preserve">rrección (Job 14:13-15). </w:t>
      </w:r>
      <w:r>
        <w:t>Pedro afirmó que “David no subió a los cielos”, sino que “murió y fue sepultado, y su sepulcro está con nosotros hasta el día de hoy</w:t>
      </w:r>
      <w:r>
        <w:t>” (Hechos 2:29 y 34)</w:t>
      </w:r>
      <w:r w:rsidR="00682A2F">
        <w:t>.</w:t>
      </w:r>
    </w:p>
    <w:p w14:paraId="156744A0" w14:textId="043D48D6" w:rsidR="00000000" w:rsidRPr="00682A2F" w:rsidRDefault="0002256E">
      <w:pPr>
        <w:pStyle w:val="encab2EB"/>
        <w:rPr>
          <w:color w:val="000099"/>
        </w:rPr>
      </w:pPr>
      <w:r w:rsidRPr="00682A2F">
        <w:rPr>
          <w:color w:val="000099"/>
        </w:rPr>
        <w:t>¿</w:t>
      </w:r>
      <w:r w:rsidRPr="00682A2F">
        <w:rPr>
          <w:color w:val="000099"/>
        </w:rPr>
        <w:t xml:space="preserve">Con quién hablan los </w:t>
      </w:r>
      <w:r w:rsidR="00682A2F" w:rsidRPr="00682A2F">
        <w:rPr>
          <w:i w:val="0"/>
          <w:iCs w:val="0"/>
          <w:color w:val="000099"/>
        </w:rPr>
        <w:t>médiums</w:t>
      </w:r>
      <w:r w:rsidRPr="00682A2F">
        <w:rPr>
          <w:color w:val="000099"/>
        </w:rPr>
        <w:t>? ¿con los espíritus de los muertos?</w:t>
      </w:r>
    </w:p>
    <w:p w14:paraId="35C07156" w14:textId="77777777" w:rsidR="00000000" w:rsidRDefault="0002256E">
      <w:pPr>
        <w:pStyle w:val="textoEB"/>
      </w:pPr>
      <w:r>
        <w:t>Es evidente que la idea de poder hab</w:t>
      </w:r>
      <w:r>
        <w:t>lar con los muertos es incompatible con la verdad de la Biblia.</w:t>
      </w:r>
    </w:p>
    <w:p w14:paraId="32C8C776" w14:textId="51EA7725" w:rsidR="00000000" w:rsidRDefault="0002256E">
      <w:pPr>
        <w:pStyle w:val="preguntaEB"/>
      </w:pPr>
      <w:r>
        <w:t>12. ¿Qué sabemos sobre el final de quienes pretenden ese tipo de comunicaciones? Isaías 8:19-22</w:t>
      </w:r>
      <w:r>
        <w:rPr>
          <w:b w:val="0"/>
          <w:bCs w:val="0"/>
        </w:rPr>
        <w:t xml:space="preserve"> (ver también Levítico 19:31</w:t>
      </w:r>
      <w:r>
        <w:rPr>
          <w:b w:val="0"/>
          <w:bCs w:val="0"/>
        </w:rPr>
        <w:t xml:space="preserve"> y 20:6; Gálatas 5:20)</w:t>
      </w:r>
    </w:p>
    <w:p w14:paraId="5B98BDD3" w14:textId="77777777" w:rsidR="00000000" w:rsidRDefault="0002256E">
      <w:pPr>
        <w:pStyle w:val="textoEB"/>
      </w:pPr>
      <w:r>
        <w:t>RESPUESTA: “...tribulación y tinieblas, oscur</w:t>
      </w:r>
      <w:r>
        <w:t>idad y angustia; y quedarán sumidos en las tinieblas”</w:t>
      </w:r>
    </w:p>
    <w:p w14:paraId="0DB73E31" w14:textId="77777777" w:rsidR="00000000" w:rsidRDefault="0002256E">
      <w:pPr>
        <w:pStyle w:val="preguntaEB"/>
      </w:pPr>
      <w:r>
        <w:t>13. ¿Quién es el gran enemigo de la verdad de la Biblia y del evangelio de Jesucristo? Apocalipsis 12:7-9</w:t>
      </w:r>
    </w:p>
    <w:p w14:paraId="49D99EEA" w14:textId="77777777" w:rsidR="00000000" w:rsidRDefault="0002256E">
      <w:pPr>
        <w:pStyle w:val="textoEB"/>
      </w:pPr>
      <w:r>
        <w:t>RESPUESTA: “...Diablo y Satanás... Fue arrojado a la tierra y sus ángeles fueron arr</w:t>
      </w:r>
      <w:r>
        <w:t>o</w:t>
      </w:r>
      <w:r>
        <w:t>jados con é</w:t>
      </w:r>
      <w:r>
        <w:t>l”</w:t>
      </w:r>
    </w:p>
    <w:p w14:paraId="3CB24AEE" w14:textId="77777777" w:rsidR="00000000" w:rsidRDefault="0002256E">
      <w:pPr>
        <w:pStyle w:val="preguntaEB"/>
      </w:pPr>
      <w:r>
        <w:t xml:space="preserve">14. ¿De qué forma son capaces de aparecer Satanás y sus ángeles? 2 </w:t>
      </w:r>
      <w:proofErr w:type="gramStart"/>
      <w:r>
        <w:t>Corintios</w:t>
      </w:r>
      <w:proofErr w:type="gramEnd"/>
      <w:r>
        <w:t xml:space="preserve"> 11:13-15</w:t>
      </w:r>
    </w:p>
    <w:p w14:paraId="1EF150B9" w14:textId="77777777" w:rsidR="00000000" w:rsidRDefault="0002256E">
      <w:pPr>
        <w:pStyle w:val="textoEB"/>
      </w:pPr>
      <w:r>
        <w:t>RESPUESTA: “... el mismo Satanás se disfraza de ángel de luz...”</w:t>
      </w:r>
    </w:p>
    <w:p w14:paraId="2AB28EE4" w14:textId="02FCFD95" w:rsidR="00000000" w:rsidRDefault="0002256E">
      <w:pPr>
        <w:pStyle w:val="NotaEB"/>
      </w:pPr>
      <w:r>
        <w:t>Nota: La enseñanza de la inmortalidad natural del alma es una herencia del paganismo, y no tiene lugar</w:t>
      </w:r>
      <w:r>
        <w:t xml:space="preserve"> en la iglesia cristiana. Sin embargo, muchas iglesias aceptan ciegamente esa falsa doctrina, estando así en una situación ideal para ser engañados por los “espír</w:t>
      </w:r>
      <w:r>
        <w:t>i</w:t>
      </w:r>
      <w:r>
        <w:t>tus de demonios, que hacen señales” y aparentes milagros (Apocalipsis 16:13</w:t>
      </w:r>
      <w:r w:rsidR="001A5450">
        <w:t>-</w:t>
      </w:r>
      <w:r>
        <w:t>14). Ha</w:t>
      </w:r>
      <w:r>
        <w:t>s</w:t>
      </w:r>
      <w:r>
        <w:t xml:space="preserve">ta tal </w:t>
      </w:r>
      <w:r>
        <w:t xml:space="preserve">punto </w:t>
      </w:r>
      <w:r>
        <w:lastRenderedPageBreak/>
        <w:t xml:space="preserve">llegarán en su engaño, que se convertirán finalmente </w:t>
      </w:r>
      <w:r>
        <w:t>en “habitación de d</w:t>
      </w:r>
      <w:r>
        <w:t>e</w:t>
      </w:r>
      <w:r>
        <w:t>monios, en guarida de todo espíritu inmundo” (Apocalipsis 18:1</w:t>
      </w:r>
      <w:r w:rsidR="001A5450">
        <w:t>-</w:t>
      </w:r>
      <w:r>
        <w:t>2. Ver también versíc</w:t>
      </w:r>
      <w:r>
        <w:t>u</w:t>
      </w:r>
      <w:r>
        <w:t>lo 23).</w:t>
      </w:r>
    </w:p>
    <w:p w14:paraId="406D28B5" w14:textId="44BD496E" w:rsidR="00000000" w:rsidRDefault="0002256E">
      <w:pPr>
        <w:pStyle w:val="NotaEB"/>
      </w:pPr>
      <w:r>
        <w:t>¿Hay en tu vida alguna cuestión desconocida que te angustia? No acudas a espirit</w:t>
      </w:r>
      <w:r>
        <w:t xml:space="preserve">istas, adivinadores, ni a </w:t>
      </w:r>
      <w:r w:rsidR="001A5450">
        <w:t>médiums</w:t>
      </w:r>
      <w:r>
        <w:t xml:space="preserve"> “cristianos”, porque eso sería dar la espalda a Dios y pone</w:t>
      </w:r>
      <w:r>
        <w:t>r</w:t>
      </w:r>
      <w:r>
        <w:t>te en manos de áng</w:t>
      </w:r>
      <w:r>
        <w:t>e</w:t>
      </w:r>
      <w:r>
        <w:t>les caídos, quienes buscan solamente tu ruina eterna. El hecho de que puedan ser capaces de sum</w:t>
      </w:r>
      <w:r>
        <w:t>i</w:t>
      </w:r>
      <w:r>
        <w:t>nistrar cierta información que no está a nuest</w:t>
      </w:r>
      <w:r>
        <w:t xml:space="preserve">ro alcance, no debe deslumbrarte. </w:t>
      </w:r>
      <w:r>
        <w:t>Ve directamente al Señor, quien te quiere tanto que dio a su pr</w:t>
      </w:r>
      <w:r>
        <w:t>o</w:t>
      </w:r>
      <w:r>
        <w:t>pio Hijo por ti. Él te dirá y te dará todo lo que sea para tu bien.</w:t>
      </w:r>
    </w:p>
    <w:p w14:paraId="36BF844B" w14:textId="77777777" w:rsidR="00000000" w:rsidRDefault="0002256E">
      <w:pPr>
        <w:pStyle w:val="NotaEB"/>
      </w:pPr>
      <w:r>
        <w:t>Todo el que cree que puede comunicarse con los espíritus de los muertos está en un gra</w:t>
      </w:r>
      <w:r>
        <w:t>n engaño. Y todo aquel a quien Satanás logra engañar, está en la senda de la destru</w:t>
      </w:r>
      <w:r>
        <w:t>c</w:t>
      </w:r>
      <w:r>
        <w:t>ción. ¡Cuánto mejor es volverse hacia el Señor! Puedes confiarte plenamente a él. Dios es amor.</w:t>
      </w:r>
    </w:p>
    <w:p w14:paraId="6C42F13C" w14:textId="77777777" w:rsidR="00000000" w:rsidRDefault="0002256E">
      <w:pPr>
        <w:pStyle w:val="NotaEB"/>
      </w:pPr>
      <w:r>
        <w:t>Jesús prometió: “Te haré entender y te enseñaré el camino en que debes andar</w:t>
      </w:r>
      <w:r>
        <w:t>; sobre ti fijaré mis ojos” (Salmo 32:8).</w:t>
      </w:r>
    </w:p>
    <w:p w14:paraId="5F2D6948" w14:textId="77777777" w:rsidR="00000000" w:rsidRDefault="0002256E">
      <w:pPr>
        <w:pStyle w:val="NotaEB"/>
      </w:pPr>
      <w:r>
        <w:t>“No temas, porque yo estoy contigo; no desmayes, porque yo soy tu Dios que te e</w:t>
      </w:r>
      <w:r>
        <w:t>s</w:t>
      </w:r>
      <w:r>
        <w:t xml:space="preserve">fuerzo; siempre te ayudaré, siempre te sustentaré con la diestra de mi justicia” (Isaías 41:10). </w:t>
      </w:r>
    </w:p>
    <w:sectPr w:rsidR="00000000">
      <w:footerReference w:type="even" r:id="rId7"/>
      <w:footerReference w:type="default" r:id="rId8"/>
      <w:pgSz w:w="8420" w:h="11907" w:orient="landscape" w:code="9"/>
      <w:pgMar w:top="567" w:right="680" w:bottom="680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B0E01" w14:textId="77777777" w:rsidR="0002256E" w:rsidRDefault="0002256E">
      <w:r>
        <w:separator/>
      </w:r>
    </w:p>
  </w:endnote>
  <w:endnote w:type="continuationSeparator" w:id="0">
    <w:p w14:paraId="36B0C72A" w14:textId="77777777" w:rsidR="0002256E" w:rsidRDefault="00022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82B5C" w14:textId="77777777" w:rsidR="00000000" w:rsidRDefault="0002256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452E5" w14:textId="77777777" w:rsidR="00000000" w:rsidRDefault="00022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7BE14" w14:textId="77777777" w:rsidR="00000000" w:rsidRDefault="0002256E">
    <w:pPr>
      <w:pStyle w:val="numpagEB"/>
      <w:framePr w:wrap="around"/>
      <w:rPr>
        <w:rStyle w:val="PageNumber"/>
      </w:rPr>
    </w:pPr>
    <w:r>
      <w:rPr>
        <w:rStyle w:val="PageNumber"/>
      </w:rPr>
      <w:t xml:space="preserve">Guía de estudio 16 - </w:t>
    </w:r>
    <w:r>
      <w:rPr>
        <w:rStyle w:val="PageNumber"/>
      </w:rPr>
      <w:fldChar w:fldCharType="begin"/>
    </w:r>
    <w:r>
      <w:rPr>
        <w:rStyle w:val="PageNumber"/>
      </w:rPr>
      <w:instrText xml:space="preserve"> PA</w:instrText>
    </w:r>
    <w:r>
      <w:rPr>
        <w:rStyle w:val="PageNumber"/>
      </w:rPr>
      <w:instrText xml:space="preserve">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4383D5D0" w14:textId="77777777" w:rsidR="00000000" w:rsidRDefault="00022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EDCA2" w14:textId="77777777" w:rsidR="0002256E" w:rsidRDefault="0002256E">
      <w:r>
        <w:separator/>
      </w:r>
    </w:p>
  </w:footnote>
  <w:footnote w:type="continuationSeparator" w:id="0">
    <w:p w14:paraId="32F2FE77" w14:textId="77777777" w:rsidR="0002256E" w:rsidRDefault="00022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YkohHjI5iwoQzK7Hgl0hBuvNUZ9peYSQF/3WOOimZ6Sn/3q0OipQxyzvQK4oSPvgeiHO8Eyaw+Y8vlv7Pv0MjQ==" w:salt="t09L7LeR5xan2CXAhDkUHQ=="/>
  <w:defaultTabStop w:val="708"/>
  <w:hyphenationZone w:val="425"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FF2"/>
    <w:rsid w:val="0002256E"/>
    <w:rsid w:val="000B6F36"/>
    <w:rsid w:val="001A5450"/>
    <w:rsid w:val="00254D26"/>
    <w:rsid w:val="0030098D"/>
    <w:rsid w:val="00606C73"/>
    <w:rsid w:val="00682A2F"/>
    <w:rsid w:val="00805FAA"/>
    <w:rsid w:val="00A40FF2"/>
    <w:rsid w:val="00B15E87"/>
    <w:rsid w:val="00B6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8FEFD"/>
  <w15:chartTrackingRefBased/>
  <w15:docId w15:val="{E988B384-2876-45DE-BFC3-2CEBFE56B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aEB">
    <w:name w:val="Nota EB"/>
    <w:basedOn w:val="textoEB"/>
    <w:pPr>
      <w:spacing w:before="120"/>
      <w:ind w:firstLine="0"/>
    </w:pPr>
    <w:rPr>
      <w:i/>
    </w:rPr>
  </w:style>
  <w:style w:type="paragraph" w:customStyle="1" w:styleId="Texto">
    <w:name w:val="Texto"/>
    <w:basedOn w:val="Normal"/>
    <w:pPr>
      <w:spacing w:before="40" w:after="200"/>
      <w:ind w:left="227" w:right="227"/>
    </w:pPr>
    <w:rPr>
      <w:sz w:val="20"/>
    </w:rPr>
  </w:style>
  <w:style w:type="paragraph" w:styleId="Footer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semiHidden/>
  </w:style>
  <w:style w:type="paragraph" w:customStyle="1" w:styleId="numpagEB">
    <w:name w:val="num pag EB"/>
    <w:basedOn w:val="Footer"/>
    <w:autoRedefine/>
    <w:pPr>
      <w:framePr w:wrap="around" w:vAnchor="text" w:hAnchor="margin" w:xAlign="center" w:y="1"/>
    </w:pPr>
    <w:rPr>
      <w:sz w:val="18"/>
    </w:rPr>
  </w:style>
  <w:style w:type="paragraph" w:customStyle="1" w:styleId="textoEB">
    <w:name w:val="texto EB"/>
    <w:basedOn w:val="Normal"/>
    <w:autoRedefine/>
    <w:pPr>
      <w:ind w:firstLine="284"/>
      <w:jc w:val="both"/>
    </w:pPr>
    <w:rPr>
      <w:sz w:val="20"/>
    </w:rPr>
  </w:style>
  <w:style w:type="paragraph" w:customStyle="1" w:styleId="preguntaEB">
    <w:name w:val="pregunta EB"/>
    <w:basedOn w:val="textoEB"/>
    <w:autoRedefine/>
    <w:pPr>
      <w:spacing w:before="120"/>
      <w:ind w:firstLine="0"/>
    </w:pPr>
    <w:rPr>
      <w:b/>
      <w:bCs/>
    </w:rPr>
  </w:style>
  <w:style w:type="paragraph" w:customStyle="1" w:styleId="encab2EB">
    <w:name w:val="encab 2 EB"/>
    <w:basedOn w:val="textoEB"/>
    <w:pPr>
      <w:spacing w:before="120" w:after="120"/>
      <w:jc w:val="center"/>
    </w:pPr>
    <w:rPr>
      <w:b/>
      <w:bCs/>
      <w:i/>
      <w:iCs/>
      <w:sz w:val="24"/>
    </w:rPr>
  </w:style>
  <w:style w:type="paragraph" w:customStyle="1" w:styleId="encab1EB">
    <w:name w:val="encab 1 EB"/>
    <w:basedOn w:val="Heading1"/>
    <w:pPr>
      <w:spacing w:before="120" w:after="200"/>
      <w:jc w:val="center"/>
    </w:pPr>
    <w:rPr>
      <w:i/>
      <w:sz w:val="28"/>
    </w:rPr>
  </w:style>
  <w:style w:type="paragraph" w:styleId="Header">
    <w:name w:val="header"/>
    <w:basedOn w:val="Normal"/>
    <w:semiHidden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\Datos%20de%20programa\Microsoft\Plantillas\estudbi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estudbib.dot</Template>
  <TotalTime>16</TotalTime>
  <Pages>4</Pages>
  <Words>1365</Words>
  <Characters>7513</Characters>
  <Application>Microsoft Office Word</Application>
  <DocSecurity>8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16-La verdad sobre la muerte</vt:lpstr>
      <vt:lpstr>Buenas Nuevas</vt:lpstr>
    </vt:vector>
  </TitlesOfParts>
  <Company>LB</Company>
  <LinksUpToDate>false</LinksUpToDate>
  <CharactersWithSpaces>8861</CharactersWithSpaces>
  <SharedDoc>false</SharedDoc>
  <HLinks>
    <vt:vector size="6" baseType="variant">
      <vt:variant>
        <vt:i4>3735622</vt:i4>
      </vt:variant>
      <vt:variant>
        <vt:i4>-1</vt:i4>
      </vt:variant>
      <vt:variant>
        <vt:i4>1026</vt:i4>
      </vt:variant>
      <vt:variant>
        <vt:i4>1</vt:i4>
      </vt:variant>
      <vt:variant>
        <vt:lpwstr>..\..\Datos de programa\Microsoft\Media Catalog\cr-ovej.tif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16-La verdad sobre la muerte</dc:title>
  <dc:subject/>
  <dc:creator>R.J. Wieland</dc:creator>
  <cp:keywords>1888</cp:keywords>
  <dc:description/>
  <cp:lastModifiedBy>Luis Bueno Boix</cp:lastModifiedBy>
  <cp:revision>12</cp:revision>
  <cp:lastPrinted>2002-01-06T19:29:00Z</cp:lastPrinted>
  <dcterms:created xsi:type="dcterms:W3CDTF">2020-07-09T08:47:00Z</dcterms:created>
  <dcterms:modified xsi:type="dcterms:W3CDTF">2020-07-09T09:03:00Z</dcterms:modified>
</cp:coreProperties>
</file>